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F7" w:rsidRDefault="006559F7" w:rsidP="00BD08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9F7" w:rsidRDefault="006559F7" w:rsidP="00BD0886">
      <w:pPr>
        <w:pStyle w:val="Default"/>
      </w:pPr>
    </w:p>
    <w:p w:rsidR="006559F7" w:rsidRPr="0022186A" w:rsidRDefault="006559F7" w:rsidP="00BD0886">
      <w:pPr>
        <w:pStyle w:val="Default"/>
        <w:ind w:firstLine="709"/>
        <w:jc w:val="both"/>
      </w:pPr>
      <w:r w:rsidRPr="0022186A">
        <w:t>В изпълнение на чл. 71, ал. 3 от Указанията за</w:t>
      </w:r>
      <w:r w:rsidRPr="0022186A">
        <w:rPr>
          <w:bCs/>
        </w:rPr>
        <w:t xml:space="preserve"> изпълнение на дейностите по проект BG05M2OP001-2.011-0001 „Подкрепа за успех“, </w:t>
      </w:r>
      <w:r w:rsidRPr="0022186A">
        <w:t xml:space="preserve">във връзка с писмо изх. № 9105 – 277 от 14.08.2019 г. на г-жа Грета Ганчева — ръководител проект BG05M20P001-2.Ol 1-0001 „Подкрепа за успех” и писмо изх. № РД– 21-02 - 250 от 20.08.2019г., на началника на РУО  гр. Габрово с оглед изпълнение на дейностите за работа с родителите, чрез включване на социален работник в ПГ по туризъм „Пенчо Семов“ гр. Габрово по </w:t>
      </w:r>
      <w:r w:rsidRPr="0022186A">
        <w:rPr>
          <w:bCs/>
        </w:rPr>
        <w:t>проект BG05M2OP001-2.011-0001 „Подкрепа за успех“</w:t>
      </w:r>
      <w:r w:rsidRPr="0022186A">
        <w:rPr>
          <w:b/>
          <w:bCs/>
        </w:rPr>
        <w:t xml:space="preserve"> </w:t>
      </w:r>
      <w:r w:rsidRPr="0022186A">
        <w:t>за учебната 2019/2020 година</w:t>
      </w:r>
    </w:p>
    <w:p w:rsidR="006559F7" w:rsidRPr="0022186A" w:rsidRDefault="006559F7" w:rsidP="008D127B">
      <w:pPr>
        <w:pStyle w:val="Default"/>
        <w:jc w:val="both"/>
      </w:pPr>
    </w:p>
    <w:p w:rsidR="006559F7" w:rsidRPr="0022186A" w:rsidRDefault="006559F7" w:rsidP="008D127B">
      <w:pPr>
        <w:pStyle w:val="Default"/>
        <w:jc w:val="both"/>
      </w:pPr>
    </w:p>
    <w:p w:rsidR="006559F7" w:rsidRPr="0022186A" w:rsidRDefault="006559F7" w:rsidP="003B4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86A">
        <w:rPr>
          <w:rFonts w:ascii="Times New Roman" w:hAnsi="Times New Roman" w:cs="Times New Roman"/>
          <w:b/>
          <w:sz w:val="28"/>
          <w:szCs w:val="28"/>
        </w:rPr>
        <w:t>ОБЯВЯВАМ:</w:t>
      </w:r>
    </w:p>
    <w:p w:rsidR="006559F7" w:rsidRPr="0022186A" w:rsidRDefault="006559F7" w:rsidP="00BD0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4A58AE">
      <w:pPr>
        <w:pStyle w:val="Default"/>
        <w:ind w:firstLine="709"/>
        <w:jc w:val="both"/>
      </w:pPr>
      <w:r w:rsidRPr="0022186A">
        <w:t>РАБОТНО МЯСТО ЗА СОЦИАЛЕН РАБОТНИК по проект BG05M2ОP001-2.011-0001 „Подкрепа за успех“ за период от една учебна година: 2019/2020.</w:t>
      </w:r>
    </w:p>
    <w:p w:rsidR="006559F7" w:rsidRPr="0022186A" w:rsidRDefault="006559F7" w:rsidP="00BD0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86A">
        <w:rPr>
          <w:rFonts w:ascii="Times New Roman" w:hAnsi="Times New Roman" w:cs="Times New Roman"/>
          <w:b/>
          <w:sz w:val="24"/>
          <w:szCs w:val="24"/>
        </w:rPr>
        <w:t xml:space="preserve">I. Изисквания за заемане на длъжността: </w:t>
      </w:r>
    </w:p>
    <w:p w:rsidR="006559F7" w:rsidRPr="0022186A" w:rsidRDefault="006559F7" w:rsidP="004A58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 xml:space="preserve">1. Образование: средно/висше образование. </w:t>
      </w:r>
    </w:p>
    <w:p w:rsidR="006559F7" w:rsidRPr="0022186A" w:rsidRDefault="006559F7" w:rsidP="004A58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(При подбора на кадри могат да бъдат наети и студенти)</w:t>
      </w:r>
    </w:p>
    <w:p w:rsidR="006559F7" w:rsidRPr="0022186A" w:rsidRDefault="006559F7" w:rsidP="004A58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2. Професионална област: хуманитарни, обществени, икономически, правни науки и др.</w:t>
      </w:r>
    </w:p>
    <w:p w:rsidR="006559F7" w:rsidRPr="0022186A" w:rsidRDefault="006559F7" w:rsidP="004A58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3. Професионален опит: не се изисква</w:t>
      </w:r>
    </w:p>
    <w:p w:rsidR="006559F7" w:rsidRPr="0022186A" w:rsidRDefault="006559F7" w:rsidP="004A58A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 xml:space="preserve">4. Допълнителна квалификация/обучение: </w:t>
      </w:r>
    </w:p>
    <w:p w:rsidR="006559F7" w:rsidRPr="0022186A" w:rsidRDefault="006559F7" w:rsidP="004A58AE">
      <w:pPr>
        <w:spacing w:after="0" w:line="240" w:lineRule="auto"/>
        <w:ind w:left="425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-компютърна грамотност</w:t>
      </w:r>
    </w:p>
    <w:p w:rsidR="006559F7" w:rsidRPr="0022186A" w:rsidRDefault="006559F7" w:rsidP="004A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86A">
        <w:rPr>
          <w:rFonts w:ascii="Times New Roman" w:hAnsi="Times New Roman" w:cs="Times New Roman"/>
          <w:b/>
          <w:color w:val="000000"/>
          <w:sz w:val="24"/>
          <w:szCs w:val="24"/>
          <w:lang w:val="en-US" w:bidi="my-MM"/>
        </w:rPr>
        <w:t>II</w:t>
      </w:r>
      <w:r w:rsidRPr="0022186A">
        <w:rPr>
          <w:rFonts w:ascii="Times New Roman" w:hAnsi="Times New Roman" w:cs="Times New Roman"/>
          <w:b/>
          <w:color w:val="000000"/>
          <w:sz w:val="24"/>
          <w:szCs w:val="24"/>
          <w:lang w:val="ru-RU" w:bidi="my-MM"/>
        </w:rPr>
        <w:t>.</w:t>
      </w:r>
      <w:r w:rsidRPr="0022186A">
        <w:rPr>
          <w:rFonts w:ascii="Times New Roman" w:hAnsi="Times New Roman" w:cs="Times New Roman"/>
          <w:color w:val="000000"/>
          <w:sz w:val="24"/>
          <w:szCs w:val="24"/>
          <w:lang w:val="ru-RU" w:bidi="my-MM"/>
        </w:rPr>
        <w:t xml:space="preserve"> </w:t>
      </w:r>
      <w:r w:rsidRPr="0022186A">
        <w:rPr>
          <w:rFonts w:ascii="Times New Roman" w:hAnsi="Times New Roman" w:cs="Times New Roman"/>
          <w:b/>
          <w:bCs/>
          <w:sz w:val="24"/>
          <w:szCs w:val="24"/>
        </w:rPr>
        <w:t xml:space="preserve">Вид договор: </w:t>
      </w: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Трудов договор – непълно работно време 4 (четири) часа</w:t>
      </w:r>
    </w:p>
    <w:p w:rsidR="006559F7" w:rsidRPr="0022186A" w:rsidRDefault="006559F7" w:rsidP="004A58AE">
      <w:pPr>
        <w:pStyle w:val="Default"/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86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186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2218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2186A">
        <w:rPr>
          <w:rFonts w:ascii="Times New Roman" w:hAnsi="Times New Roman" w:cs="Times New Roman"/>
          <w:b/>
          <w:bCs/>
          <w:sz w:val="24"/>
          <w:szCs w:val="24"/>
        </w:rPr>
        <w:t>Срок на договора:</w:t>
      </w:r>
      <w:r w:rsidRPr="0022186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218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186A">
        <w:rPr>
          <w:rFonts w:ascii="Times New Roman" w:hAnsi="Times New Roman" w:cs="Times New Roman"/>
          <w:sz w:val="24"/>
          <w:szCs w:val="24"/>
        </w:rPr>
        <w:t>до 14.09.2020 г</w:t>
      </w:r>
      <w:r w:rsidRPr="002218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559F7" w:rsidRPr="0022186A" w:rsidRDefault="006559F7" w:rsidP="004A5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86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218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22186A">
        <w:rPr>
          <w:rFonts w:ascii="Times New Roman" w:hAnsi="Times New Roman" w:cs="Times New Roman"/>
          <w:b/>
          <w:sz w:val="24"/>
          <w:szCs w:val="24"/>
        </w:rPr>
        <w:t xml:space="preserve">Процедура за заемане на длъжността: </w:t>
      </w:r>
    </w:p>
    <w:p w:rsidR="006559F7" w:rsidRPr="0022186A" w:rsidRDefault="006559F7" w:rsidP="0065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ab/>
        <w:t>Процедурата се провежда на два етапа:</w:t>
      </w:r>
    </w:p>
    <w:p w:rsidR="006559F7" w:rsidRPr="0022186A" w:rsidRDefault="006559F7" w:rsidP="00650001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- допускане по документи;</w:t>
      </w:r>
    </w:p>
    <w:p w:rsidR="006559F7" w:rsidRPr="0022186A" w:rsidRDefault="006559F7" w:rsidP="006500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- събеседване.</w:t>
      </w:r>
    </w:p>
    <w:p w:rsidR="006559F7" w:rsidRPr="0022186A" w:rsidRDefault="006559F7" w:rsidP="0065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ab/>
        <w:t xml:space="preserve">До събеседване не се допускат лица, които не са представили всички необходими документи или представените документи не удостоверяват изпълнението на изискванията за заемане на длъжността. </w:t>
      </w:r>
    </w:p>
    <w:p w:rsidR="006559F7" w:rsidRPr="0022186A" w:rsidRDefault="006559F7" w:rsidP="0065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E195D">
      <w:pPr>
        <w:pStyle w:val="Default"/>
        <w:ind w:firstLine="709"/>
        <w:rPr>
          <w:b/>
          <w:lang w:eastAsia="bg-BG" w:bidi="ar-SA"/>
        </w:rPr>
      </w:pPr>
      <w:r w:rsidRPr="0022186A">
        <w:rPr>
          <w:b/>
        </w:rPr>
        <w:t>V.</w:t>
      </w:r>
      <w:r w:rsidRPr="0022186A">
        <w:rPr>
          <w:b/>
          <w:lang w:eastAsia="bg-BG"/>
        </w:rPr>
        <w:t xml:space="preserve"> </w:t>
      </w:r>
      <w:r w:rsidRPr="0022186A">
        <w:rPr>
          <w:b/>
          <w:lang w:eastAsia="bg-BG" w:bidi="ar-SA"/>
        </w:rPr>
        <w:t xml:space="preserve">Необходими документи за кандидатстване: </w:t>
      </w:r>
    </w:p>
    <w:p w:rsidR="006559F7" w:rsidRPr="0022186A" w:rsidRDefault="006559F7" w:rsidP="009E195D">
      <w:pPr>
        <w:autoSpaceDE w:val="0"/>
        <w:autoSpaceDN w:val="0"/>
        <w:adjustRightInd w:val="0"/>
        <w:spacing w:after="27" w:line="240" w:lineRule="auto"/>
        <w:ind w:firstLine="993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1. Заявление до директора на училището. </w:t>
      </w:r>
    </w:p>
    <w:p w:rsidR="006559F7" w:rsidRPr="0022186A" w:rsidRDefault="006559F7" w:rsidP="009E195D">
      <w:pPr>
        <w:autoSpaceDE w:val="0"/>
        <w:autoSpaceDN w:val="0"/>
        <w:adjustRightInd w:val="0"/>
        <w:spacing w:after="27" w:line="240" w:lineRule="auto"/>
        <w:ind w:firstLine="993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2. Автобиография - европейски образец. </w:t>
      </w:r>
    </w:p>
    <w:p w:rsidR="006559F7" w:rsidRPr="0022186A" w:rsidRDefault="006559F7" w:rsidP="009E195D">
      <w:pPr>
        <w:autoSpaceDE w:val="0"/>
        <w:autoSpaceDN w:val="0"/>
        <w:adjustRightInd w:val="0"/>
        <w:spacing w:after="27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3. Копие и оригинал (за проверка) на диплома за завършена степен на образование. </w:t>
      </w:r>
    </w:p>
    <w:p w:rsidR="006559F7" w:rsidRPr="0022186A" w:rsidRDefault="006559F7" w:rsidP="009E195D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4. Копие на трудова книжка.</w:t>
      </w:r>
    </w:p>
    <w:p w:rsidR="006559F7" w:rsidRPr="0022186A" w:rsidRDefault="006559F7" w:rsidP="009E195D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5. Други документи за квалификации, курсове, обучение и др. документ съотносим за длъжността за която се кандидатства – ако е приложимо. </w:t>
      </w: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59F7" w:rsidRPr="0022186A" w:rsidRDefault="006559F7" w:rsidP="004A5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59F7" w:rsidRPr="0022186A" w:rsidRDefault="006559F7" w:rsidP="009E1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86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221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2186A">
        <w:rPr>
          <w:rFonts w:ascii="Times New Roman" w:hAnsi="Times New Roman" w:cs="Times New Roman"/>
          <w:b/>
          <w:bCs/>
          <w:sz w:val="24"/>
          <w:szCs w:val="24"/>
        </w:rPr>
        <w:t xml:space="preserve">Място и срок за подаване на документите: </w:t>
      </w:r>
    </w:p>
    <w:p w:rsidR="006559F7" w:rsidRPr="0022186A" w:rsidRDefault="006559F7" w:rsidP="008D1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86A">
        <w:rPr>
          <w:rFonts w:ascii="Times New Roman" w:hAnsi="Times New Roman" w:cs="Times New Roman"/>
          <w:sz w:val="24"/>
          <w:szCs w:val="24"/>
        </w:rPr>
        <w:t>Подаването на заявлението и приложените документи към него се извършва лично от всеки кандидат или чрез пълномощник, в канцеларията на училището всеки работен ден от 8,00 до 16,30 часа от 17.09.2019 г. до 25.09.2019 г. включително.</w:t>
      </w:r>
    </w:p>
    <w:p w:rsidR="006559F7" w:rsidRPr="0022186A" w:rsidRDefault="006559F7" w:rsidP="008D1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Документите могат да се изпращат и по пощата с обратна разписка или по куриер, като пощенското клеймо трябва да е с дата, не по-късно от обявения срок. Документи, подадени след изтичане на срока, посочен в обявлението няма да бъдат допуснати до участие в конкурса, дори в случаите, в които пощенско клеймо посочва дата, предхождаща крайния срок, или забавянето се дължи на закъсняла доставка на куриерска служба. </w:t>
      </w:r>
    </w:p>
    <w:p w:rsidR="006559F7" w:rsidRPr="0022186A" w:rsidRDefault="006559F7" w:rsidP="00E915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218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Телефон за информация</w:t>
      </w:r>
      <w:r w:rsidRPr="0022186A">
        <w:rPr>
          <w:rFonts w:ascii="Times New Roman" w:hAnsi="Times New Roman" w:cs="Times New Roman"/>
          <w:bCs/>
          <w:color w:val="000000"/>
          <w:sz w:val="24"/>
          <w:szCs w:val="24"/>
          <w:lang w:eastAsia="bg-BG"/>
        </w:rPr>
        <w:t xml:space="preserve">: </w:t>
      </w:r>
      <w:r w:rsidRPr="0022186A">
        <w:rPr>
          <w:rFonts w:ascii="Times New Roman" w:hAnsi="Times New Roman" w:cs="Times New Roman"/>
          <w:bCs/>
          <w:sz w:val="24"/>
          <w:szCs w:val="24"/>
        </w:rPr>
        <w:t>066/ 80 10 93.</w:t>
      </w:r>
      <w:bookmarkStart w:id="0" w:name="_GoBack"/>
      <w:bookmarkEnd w:id="0"/>
    </w:p>
    <w:p w:rsidR="006559F7" w:rsidRPr="0022186A" w:rsidRDefault="006559F7" w:rsidP="00BD0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Неразделна част от настоящото обявление е</w:t>
      </w:r>
      <w:r w:rsidRPr="0022186A">
        <w:rPr>
          <w:rFonts w:ascii="Times New Roman" w:hAnsi="Times New Roman" w:cs="Times New Roman"/>
          <w:sz w:val="20"/>
          <w:szCs w:val="20"/>
        </w:rPr>
        <w:t xml:space="preserve"> </w:t>
      </w:r>
      <w:r w:rsidRPr="0022186A">
        <w:rPr>
          <w:rFonts w:ascii="Times New Roman" w:hAnsi="Times New Roman" w:cs="Times New Roman"/>
          <w:sz w:val="24"/>
          <w:szCs w:val="24"/>
        </w:rPr>
        <w:t>Приложение № 7 към чл. 70, ал. 4 от Указания за изпълнение на дейностите по проект BG05M2OP001-2.011-0001 „Подкрепа за успех“- Примерна длъжностна характеристика на социален работник в училище</w:t>
      </w:r>
    </w:p>
    <w:p w:rsidR="006559F7" w:rsidRPr="0022186A" w:rsidRDefault="006559F7" w:rsidP="00BD0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86A">
        <w:rPr>
          <w:rFonts w:ascii="Times New Roman" w:hAnsi="Times New Roman" w:cs="Times New Roman"/>
          <w:sz w:val="24"/>
          <w:szCs w:val="24"/>
        </w:rPr>
        <w:t>Настоящото обявление да бъде публикувано на интернет страницата на ПГ по туризъм „Пенчо Семов“ на 18.09.2019 година.</w:t>
      </w: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559F7" w:rsidRPr="0022186A" w:rsidRDefault="006559F7" w:rsidP="00925AEF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559F7" w:rsidRPr="0022186A" w:rsidRDefault="006559F7" w:rsidP="00925AEF">
      <w:pPr>
        <w:spacing w:after="0" w:line="240" w:lineRule="auto"/>
        <w:ind w:right="-1050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6A">
        <w:rPr>
          <w:rFonts w:ascii="Times New Roman" w:hAnsi="Times New Roman" w:cs="Times New Roman"/>
          <w:b/>
          <w:sz w:val="24"/>
          <w:szCs w:val="24"/>
          <w:lang w:val="ru-RU"/>
        </w:rPr>
        <w:t>РАДОСЛАВ СТОЯНОВ</w:t>
      </w:r>
    </w:p>
    <w:p w:rsidR="006559F7" w:rsidRPr="0022186A" w:rsidRDefault="006559F7" w:rsidP="00925AEF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22186A">
        <w:rPr>
          <w:rFonts w:ascii="Times New Roman" w:hAnsi="Times New Roman" w:cs="Times New Roman"/>
          <w:i/>
          <w:sz w:val="24"/>
          <w:szCs w:val="24"/>
        </w:rPr>
        <w:t>Директор на ПГ по туризъм</w:t>
      </w:r>
    </w:p>
    <w:p w:rsidR="006559F7" w:rsidRPr="0022186A" w:rsidRDefault="006559F7" w:rsidP="00925AEF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2186A">
        <w:rPr>
          <w:rFonts w:ascii="Times New Roman" w:hAnsi="Times New Roman" w:cs="Times New Roman"/>
          <w:i/>
          <w:sz w:val="24"/>
          <w:szCs w:val="24"/>
        </w:rPr>
        <w:t>„Пенчо Семов” – Габрово</w:t>
      </w:r>
    </w:p>
    <w:p w:rsidR="006559F7" w:rsidRPr="0022186A" w:rsidRDefault="006559F7" w:rsidP="002B5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559F7" w:rsidRPr="0022186A" w:rsidSect="00003856">
      <w:headerReference w:type="default" r:id="rId7"/>
      <w:footerReference w:type="default" r:id="rId8"/>
      <w:pgSz w:w="11906" w:h="16838"/>
      <w:pgMar w:top="1077" w:right="1276" w:bottom="851" w:left="1418" w:header="0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F7" w:rsidRDefault="006559F7" w:rsidP="001C19F0">
      <w:pPr>
        <w:spacing w:after="0" w:line="240" w:lineRule="auto"/>
      </w:pPr>
      <w:r>
        <w:separator/>
      </w:r>
    </w:p>
  </w:endnote>
  <w:endnote w:type="continuationSeparator" w:id="0">
    <w:p w:rsidR="006559F7" w:rsidRDefault="006559F7" w:rsidP="001C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9F7" w:rsidRPr="00894D0F" w:rsidRDefault="006559F7" w:rsidP="00A75C2E">
    <w:pPr>
      <w:pStyle w:val="Footer"/>
      <w:jc w:val="center"/>
      <w:rPr>
        <w:rFonts w:ascii="Times New Roman" w:hAnsi="Times New Roman"/>
        <w:i/>
      </w:rPr>
    </w:pPr>
    <w:r w:rsidRPr="00894D0F">
      <w:rPr>
        <w:rFonts w:ascii="Times New Roman" w:hAnsi="Times New Roman"/>
        <w:i/>
      </w:rPr>
      <w:t>Проект BG05M2ОP001-2.011„Подкрепа за успех“,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6559F7" w:rsidRDefault="006559F7" w:rsidP="00A75C2E">
    <w:pPr>
      <w:pStyle w:val="Footer"/>
      <w:tabs>
        <w:tab w:val="center" w:pos="4111"/>
        <w:tab w:val="center" w:pos="4680"/>
        <w:tab w:val="right" w:pos="9361"/>
      </w:tabs>
    </w:pPr>
  </w:p>
  <w:p w:rsidR="006559F7" w:rsidRPr="00172CA6" w:rsidRDefault="006559F7" w:rsidP="00172CA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sz w:val="20"/>
        <w:szCs w:val="20"/>
        <w:lang w:val="uz-Cyrl-UZ" w:eastAsia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F7" w:rsidRDefault="006559F7" w:rsidP="001C19F0">
      <w:pPr>
        <w:spacing w:after="0" w:line="240" w:lineRule="auto"/>
      </w:pPr>
      <w:r>
        <w:separator/>
      </w:r>
    </w:p>
  </w:footnote>
  <w:footnote w:type="continuationSeparator" w:id="0">
    <w:p w:rsidR="006559F7" w:rsidRDefault="006559F7" w:rsidP="001C1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9F7" w:rsidRDefault="006559F7" w:rsidP="00003856">
    <w:pPr>
      <w:pStyle w:val="Header"/>
      <w:rPr>
        <w:noProof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8" type="#_x0000_t75" style="width:204.75pt;height:66pt;visibility:visible">
          <v:imagedata r:id="rId1" o:title="" cropbottom="7963f"/>
        </v:shape>
      </w:pict>
    </w:r>
    <w:r>
      <w:rPr>
        <w:noProof/>
        <w:lang w:val="en-US"/>
      </w:rPr>
      <w:tab/>
    </w:r>
    <w:r w:rsidRPr="00F72FE9">
      <w:rPr>
        <w:b/>
        <w:noProof/>
        <w:szCs w:val="24"/>
      </w:rPr>
      <w:pict>
        <v:shape id="Picture 1" o:spid="_x0000_i1029" type="#_x0000_t75" style="width:63pt;height:57pt;visibility:visible">
          <v:imagedata r:id="rId2" o:title=""/>
        </v:shape>
      </w:pict>
    </w:r>
    <w:r>
      <w:rPr>
        <w:noProof/>
        <w:lang w:val="en-US"/>
      </w:rPr>
      <w:tab/>
    </w:r>
    <w:r>
      <w:rPr>
        <w:noProof/>
      </w:rPr>
      <w:pict>
        <v:shape id="Picture 11" o:spid="_x0000_i1030" type="#_x0000_t75" style="width:167.25pt;height:65.25pt;visibility:visible">
          <v:imagedata r:id="rId3" o:title=""/>
        </v:shape>
      </w:pict>
    </w:r>
  </w:p>
  <w:p w:rsidR="006559F7" w:rsidRPr="009268E3" w:rsidRDefault="006559F7" w:rsidP="009268E3">
    <w:pPr>
      <w:pStyle w:val="Header"/>
      <w:pBdr>
        <w:bottom w:val="double" w:sz="4" w:space="0" w:color="auto"/>
      </w:pBdr>
      <w:tabs>
        <w:tab w:val="clear" w:pos="4536"/>
        <w:tab w:val="clear" w:pos="9072"/>
        <w:tab w:val="left" w:pos="3086"/>
      </w:tabs>
      <w:jc w:val="center"/>
      <w:rPr>
        <w:b/>
        <w:sz w:val="32"/>
        <w:szCs w:val="32"/>
      </w:rPr>
    </w:pPr>
    <w:r w:rsidRPr="004E656B">
      <w:rPr>
        <w:b/>
        <w:sz w:val="32"/>
        <w:szCs w:val="32"/>
      </w:rPr>
      <w:t>Проект BG05M20P001-2.011-0001</w:t>
    </w:r>
    <w:r w:rsidRPr="00144E54">
      <w:rPr>
        <w:b/>
        <w:sz w:val="32"/>
        <w:szCs w:val="32"/>
        <w:lang w:val="ru-RU"/>
      </w:rPr>
      <w:t xml:space="preserve"> </w:t>
    </w:r>
    <w:r w:rsidRPr="004E656B">
      <w:rPr>
        <w:b/>
        <w:sz w:val="32"/>
        <w:szCs w:val="32"/>
      </w:rPr>
      <w:t>„Подкрепа за успех“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BEC"/>
    <w:multiLevelType w:val="hybridMultilevel"/>
    <w:tmpl w:val="94A4D806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6640C"/>
    <w:multiLevelType w:val="hybridMultilevel"/>
    <w:tmpl w:val="2DFED456"/>
    <w:lvl w:ilvl="0" w:tplc="743E0BC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8F6E44"/>
    <w:multiLevelType w:val="hybridMultilevel"/>
    <w:tmpl w:val="A1E0771E"/>
    <w:lvl w:ilvl="0" w:tplc="F07678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673F5D"/>
    <w:multiLevelType w:val="hybridMultilevel"/>
    <w:tmpl w:val="B2261362"/>
    <w:lvl w:ilvl="0" w:tplc="1F682506">
      <w:start w:val="4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>
    <w:nsid w:val="1762472E"/>
    <w:multiLevelType w:val="hybridMultilevel"/>
    <w:tmpl w:val="A9105196"/>
    <w:lvl w:ilvl="0" w:tplc="0AE8A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207A62"/>
    <w:multiLevelType w:val="hybridMultilevel"/>
    <w:tmpl w:val="5FD4BDE2"/>
    <w:lvl w:ilvl="0" w:tplc="63B47ACC">
      <w:start w:val="2"/>
      <w:numFmt w:val="bullet"/>
      <w:lvlText w:val="-"/>
      <w:lvlJc w:val="left"/>
      <w:pPr>
        <w:ind w:left="1428" w:hanging="360"/>
      </w:pPr>
      <w:rPr>
        <w:rFonts w:ascii="Times New Roman" w:eastAsia="MS Mincho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F5B0AB5"/>
    <w:multiLevelType w:val="singleLevel"/>
    <w:tmpl w:val="E458CA5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3F5F6CBC"/>
    <w:multiLevelType w:val="hybridMultilevel"/>
    <w:tmpl w:val="7D34BDBA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5708D9"/>
    <w:multiLevelType w:val="hybridMultilevel"/>
    <w:tmpl w:val="346C7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00BD9"/>
    <w:multiLevelType w:val="multilevel"/>
    <w:tmpl w:val="7C8A1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4FBA66F1"/>
    <w:multiLevelType w:val="hybridMultilevel"/>
    <w:tmpl w:val="F2E836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542E4033"/>
    <w:multiLevelType w:val="hybridMultilevel"/>
    <w:tmpl w:val="F4448D1E"/>
    <w:lvl w:ilvl="0" w:tplc="055AC4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44655E"/>
    <w:multiLevelType w:val="hybridMultilevel"/>
    <w:tmpl w:val="732E37A2"/>
    <w:lvl w:ilvl="0" w:tplc="942CCF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8701C"/>
    <w:multiLevelType w:val="multilevel"/>
    <w:tmpl w:val="26A883C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4">
    <w:nsid w:val="57657799"/>
    <w:multiLevelType w:val="hybridMultilevel"/>
    <w:tmpl w:val="16AE94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A184E"/>
    <w:multiLevelType w:val="hybridMultilevel"/>
    <w:tmpl w:val="EC1443E4"/>
    <w:lvl w:ilvl="0" w:tplc="DCC4DA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01F7D"/>
    <w:multiLevelType w:val="hybridMultilevel"/>
    <w:tmpl w:val="EFDC533A"/>
    <w:lvl w:ilvl="0" w:tplc="90AA66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DEB4ED6"/>
    <w:multiLevelType w:val="hybridMultilevel"/>
    <w:tmpl w:val="ED4E9048"/>
    <w:lvl w:ilvl="0" w:tplc="770ED2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5EA820AC"/>
    <w:multiLevelType w:val="hybridMultilevel"/>
    <w:tmpl w:val="32789CE6"/>
    <w:lvl w:ilvl="0" w:tplc="BBCAB7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063C1"/>
    <w:multiLevelType w:val="hybridMultilevel"/>
    <w:tmpl w:val="D960B8BC"/>
    <w:lvl w:ilvl="0" w:tplc="72FC8D26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705E19A5"/>
    <w:multiLevelType w:val="hybridMultilevel"/>
    <w:tmpl w:val="2DD823FE"/>
    <w:lvl w:ilvl="0" w:tplc="9252F8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09406A"/>
    <w:multiLevelType w:val="hybridMultilevel"/>
    <w:tmpl w:val="0A04BEB2"/>
    <w:lvl w:ilvl="0" w:tplc="473C501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2">
    <w:nsid w:val="77705A0F"/>
    <w:multiLevelType w:val="hybridMultilevel"/>
    <w:tmpl w:val="ADBA4D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0"/>
  </w:num>
  <w:num w:numId="5">
    <w:abstractNumId w:val="7"/>
  </w:num>
  <w:num w:numId="6">
    <w:abstractNumId w:val="13"/>
  </w:num>
  <w:num w:numId="7">
    <w:abstractNumId w:val="5"/>
  </w:num>
  <w:num w:numId="8">
    <w:abstractNumId w:val="22"/>
  </w:num>
  <w:num w:numId="9">
    <w:abstractNumId w:val="1"/>
  </w:num>
  <w:num w:numId="10">
    <w:abstractNumId w:val="2"/>
  </w:num>
  <w:num w:numId="11">
    <w:abstractNumId w:val="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4"/>
  </w:num>
  <w:num w:numId="16">
    <w:abstractNumId w:val="21"/>
  </w:num>
  <w:num w:numId="17">
    <w:abstractNumId w:val="6"/>
  </w:num>
  <w:num w:numId="18">
    <w:abstractNumId w:val="11"/>
  </w:num>
  <w:num w:numId="19">
    <w:abstractNumId w:val="18"/>
  </w:num>
  <w:num w:numId="20">
    <w:abstractNumId w:val="12"/>
  </w:num>
  <w:num w:numId="21">
    <w:abstractNumId w:val="15"/>
  </w:num>
  <w:num w:numId="22">
    <w:abstractNumId w:val="16"/>
  </w:num>
  <w:num w:numId="23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30D"/>
    <w:rsid w:val="00003226"/>
    <w:rsid w:val="00003856"/>
    <w:rsid w:val="000038B5"/>
    <w:rsid w:val="00004A08"/>
    <w:rsid w:val="00005BA3"/>
    <w:rsid w:val="0001000C"/>
    <w:rsid w:val="00010105"/>
    <w:rsid w:val="0001095B"/>
    <w:rsid w:val="00010C11"/>
    <w:rsid w:val="00011031"/>
    <w:rsid w:val="000113FD"/>
    <w:rsid w:val="00015BAC"/>
    <w:rsid w:val="00015C92"/>
    <w:rsid w:val="00015DE2"/>
    <w:rsid w:val="00020D31"/>
    <w:rsid w:val="00020F98"/>
    <w:rsid w:val="000235A9"/>
    <w:rsid w:val="00023641"/>
    <w:rsid w:val="00023DBF"/>
    <w:rsid w:val="00025DF7"/>
    <w:rsid w:val="0002601C"/>
    <w:rsid w:val="00026D95"/>
    <w:rsid w:val="00027168"/>
    <w:rsid w:val="000301B6"/>
    <w:rsid w:val="0003020A"/>
    <w:rsid w:val="00030C3E"/>
    <w:rsid w:val="00031164"/>
    <w:rsid w:val="000315F8"/>
    <w:rsid w:val="0003279E"/>
    <w:rsid w:val="00032EE0"/>
    <w:rsid w:val="00036BF3"/>
    <w:rsid w:val="000374B6"/>
    <w:rsid w:val="000424CA"/>
    <w:rsid w:val="00044021"/>
    <w:rsid w:val="00050371"/>
    <w:rsid w:val="0005098E"/>
    <w:rsid w:val="0005294D"/>
    <w:rsid w:val="0005663B"/>
    <w:rsid w:val="00057447"/>
    <w:rsid w:val="00060C83"/>
    <w:rsid w:val="00062E17"/>
    <w:rsid w:val="0006431D"/>
    <w:rsid w:val="00065491"/>
    <w:rsid w:val="0006575C"/>
    <w:rsid w:val="00065EC6"/>
    <w:rsid w:val="000669EB"/>
    <w:rsid w:val="00066A90"/>
    <w:rsid w:val="000703D3"/>
    <w:rsid w:val="0007122F"/>
    <w:rsid w:val="00072C38"/>
    <w:rsid w:val="00075252"/>
    <w:rsid w:val="0007636D"/>
    <w:rsid w:val="000766E1"/>
    <w:rsid w:val="00080579"/>
    <w:rsid w:val="00083447"/>
    <w:rsid w:val="00083D8D"/>
    <w:rsid w:val="00087097"/>
    <w:rsid w:val="000900A7"/>
    <w:rsid w:val="00090717"/>
    <w:rsid w:val="00090FE9"/>
    <w:rsid w:val="000930F8"/>
    <w:rsid w:val="00094D2A"/>
    <w:rsid w:val="00097097"/>
    <w:rsid w:val="00097FB4"/>
    <w:rsid w:val="000A2350"/>
    <w:rsid w:val="000A3AAB"/>
    <w:rsid w:val="000A46D1"/>
    <w:rsid w:val="000A50DE"/>
    <w:rsid w:val="000A6FD9"/>
    <w:rsid w:val="000A7C37"/>
    <w:rsid w:val="000B0755"/>
    <w:rsid w:val="000B09AB"/>
    <w:rsid w:val="000B1388"/>
    <w:rsid w:val="000B2EA2"/>
    <w:rsid w:val="000B3F39"/>
    <w:rsid w:val="000B5F90"/>
    <w:rsid w:val="000C1A01"/>
    <w:rsid w:val="000C1A6B"/>
    <w:rsid w:val="000C3C1F"/>
    <w:rsid w:val="000C43D2"/>
    <w:rsid w:val="000C6D69"/>
    <w:rsid w:val="000D111B"/>
    <w:rsid w:val="000D45CB"/>
    <w:rsid w:val="000D4A82"/>
    <w:rsid w:val="000D601F"/>
    <w:rsid w:val="000D64DB"/>
    <w:rsid w:val="000D7497"/>
    <w:rsid w:val="000D7EBA"/>
    <w:rsid w:val="000E27F9"/>
    <w:rsid w:val="000E2E20"/>
    <w:rsid w:val="000F2811"/>
    <w:rsid w:val="000F450E"/>
    <w:rsid w:val="000F5182"/>
    <w:rsid w:val="000F571D"/>
    <w:rsid w:val="001039CB"/>
    <w:rsid w:val="00107212"/>
    <w:rsid w:val="00110121"/>
    <w:rsid w:val="0011212E"/>
    <w:rsid w:val="00112239"/>
    <w:rsid w:val="0011242D"/>
    <w:rsid w:val="00113586"/>
    <w:rsid w:val="00121AB4"/>
    <w:rsid w:val="001230AE"/>
    <w:rsid w:val="0012326E"/>
    <w:rsid w:val="00125EB9"/>
    <w:rsid w:val="0013059E"/>
    <w:rsid w:val="00134D3C"/>
    <w:rsid w:val="00140021"/>
    <w:rsid w:val="001404F0"/>
    <w:rsid w:val="00140592"/>
    <w:rsid w:val="001406BA"/>
    <w:rsid w:val="001429A3"/>
    <w:rsid w:val="00143681"/>
    <w:rsid w:val="00144E54"/>
    <w:rsid w:val="00144EA4"/>
    <w:rsid w:val="001464C2"/>
    <w:rsid w:val="0014691D"/>
    <w:rsid w:val="00147420"/>
    <w:rsid w:val="00150252"/>
    <w:rsid w:val="001514A1"/>
    <w:rsid w:val="0015321C"/>
    <w:rsid w:val="00153BE5"/>
    <w:rsid w:val="00154165"/>
    <w:rsid w:val="00155B08"/>
    <w:rsid w:val="00156471"/>
    <w:rsid w:val="001636D3"/>
    <w:rsid w:val="001708D9"/>
    <w:rsid w:val="00171D07"/>
    <w:rsid w:val="0017230D"/>
    <w:rsid w:val="00172CA6"/>
    <w:rsid w:val="00174097"/>
    <w:rsid w:val="001740ED"/>
    <w:rsid w:val="00174973"/>
    <w:rsid w:val="00174A8F"/>
    <w:rsid w:val="00174C26"/>
    <w:rsid w:val="001757DD"/>
    <w:rsid w:val="00175D2D"/>
    <w:rsid w:val="00176FBA"/>
    <w:rsid w:val="0017773C"/>
    <w:rsid w:val="00180777"/>
    <w:rsid w:val="00181633"/>
    <w:rsid w:val="00182C5C"/>
    <w:rsid w:val="00182FEA"/>
    <w:rsid w:val="00183FB6"/>
    <w:rsid w:val="0018486C"/>
    <w:rsid w:val="001860F0"/>
    <w:rsid w:val="00187B9E"/>
    <w:rsid w:val="00194A50"/>
    <w:rsid w:val="001973B1"/>
    <w:rsid w:val="001A0A30"/>
    <w:rsid w:val="001A3E16"/>
    <w:rsid w:val="001A4D4A"/>
    <w:rsid w:val="001A7EFB"/>
    <w:rsid w:val="001B150E"/>
    <w:rsid w:val="001B1CF1"/>
    <w:rsid w:val="001B29A8"/>
    <w:rsid w:val="001B44C5"/>
    <w:rsid w:val="001B4B29"/>
    <w:rsid w:val="001B50C7"/>
    <w:rsid w:val="001B56BF"/>
    <w:rsid w:val="001B5E16"/>
    <w:rsid w:val="001B620C"/>
    <w:rsid w:val="001B642F"/>
    <w:rsid w:val="001B69CE"/>
    <w:rsid w:val="001B72BE"/>
    <w:rsid w:val="001B73CC"/>
    <w:rsid w:val="001B787F"/>
    <w:rsid w:val="001C19F0"/>
    <w:rsid w:val="001C469A"/>
    <w:rsid w:val="001C519B"/>
    <w:rsid w:val="001C5ABD"/>
    <w:rsid w:val="001C63B5"/>
    <w:rsid w:val="001C6434"/>
    <w:rsid w:val="001D0340"/>
    <w:rsid w:val="001D0698"/>
    <w:rsid w:val="001D2FA6"/>
    <w:rsid w:val="001D5045"/>
    <w:rsid w:val="001D76D5"/>
    <w:rsid w:val="001E0BE1"/>
    <w:rsid w:val="001E284E"/>
    <w:rsid w:val="001E2A0A"/>
    <w:rsid w:val="001E3774"/>
    <w:rsid w:val="001E436F"/>
    <w:rsid w:val="001E4F9D"/>
    <w:rsid w:val="001E5413"/>
    <w:rsid w:val="001E57DB"/>
    <w:rsid w:val="001E6248"/>
    <w:rsid w:val="001F0B7F"/>
    <w:rsid w:val="001F1DE9"/>
    <w:rsid w:val="001F280E"/>
    <w:rsid w:val="001F44B9"/>
    <w:rsid w:val="001F4F37"/>
    <w:rsid w:val="001F57CC"/>
    <w:rsid w:val="001F5EA9"/>
    <w:rsid w:val="001F6CE8"/>
    <w:rsid w:val="001F70FD"/>
    <w:rsid w:val="001F726B"/>
    <w:rsid w:val="001F7640"/>
    <w:rsid w:val="001F7BAC"/>
    <w:rsid w:val="00202B75"/>
    <w:rsid w:val="00203C95"/>
    <w:rsid w:val="002049F6"/>
    <w:rsid w:val="00206C05"/>
    <w:rsid w:val="0020726C"/>
    <w:rsid w:val="00207622"/>
    <w:rsid w:val="00212321"/>
    <w:rsid w:val="00212C86"/>
    <w:rsid w:val="002137EB"/>
    <w:rsid w:val="002154EC"/>
    <w:rsid w:val="00215C24"/>
    <w:rsid w:val="002162D8"/>
    <w:rsid w:val="002175C3"/>
    <w:rsid w:val="002178B2"/>
    <w:rsid w:val="0021795A"/>
    <w:rsid w:val="00220A1D"/>
    <w:rsid w:val="0022186A"/>
    <w:rsid w:val="00221D9B"/>
    <w:rsid w:val="00223389"/>
    <w:rsid w:val="00224F0D"/>
    <w:rsid w:val="00225DE8"/>
    <w:rsid w:val="002263A8"/>
    <w:rsid w:val="00226A68"/>
    <w:rsid w:val="002306C0"/>
    <w:rsid w:val="00230C2B"/>
    <w:rsid w:val="0023139A"/>
    <w:rsid w:val="002317FF"/>
    <w:rsid w:val="00231F43"/>
    <w:rsid w:val="00233013"/>
    <w:rsid w:val="0023529B"/>
    <w:rsid w:val="00236417"/>
    <w:rsid w:val="00240D15"/>
    <w:rsid w:val="00242611"/>
    <w:rsid w:val="00243B13"/>
    <w:rsid w:val="002450DB"/>
    <w:rsid w:val="002451CD"/>
    <w:rsid w:val="00250569"/>
    <w:rsid w:val="00252831"/>
    <w:rsid w:val="00256415"/>
    <w:rsid w:val="00257E0D"/>
    <w:rsid w:val="00260115"/>
    <w:rsid w:val="00260E5E"/>
    <w:rsid w:val="00261744"/>
    <w:rsid w:val="00261CD1"/>
    <w:rsid w:val="002627D1"/>
    <w:rsid w:val="0026305B"/>
    <w:rsid w:val="00263740"/>
    <w:rsid w:val="002648C7"/>
    <w:rsid w:val="0026542A"/>
    <w:rsid w:val="002656BB"/>
    <w:rsid w:val="0026578C"/>
    <w:rsid w:val="002674E6"/>
    <w:rsid w:val="00267E12"/>
    <w:rsid w:val="00270DD7"/>
    <w:rsid w:val="00271DDF"/>
    <w:rsid w:val="00273980"/>
    <w:rsid w:val="002741D2"/>
    <w:rsid w:val="002742EA"/>
    <w:rsid w:val="00274775"/>
    <w:rsid w:val="00276165"/>
    <w:rsid w:val="00277482"/>
    <w:rsid w:val="00280E97"/>
    <w:rsid w:val="0028320C"/>
    <w:rsid w:val="002852A3"/>
    <w:rsid w:val="00285C3A"/>
    <w:rsid w:val="00285FA7"/>
    <w:rsid w:val="00290AEB"/>
    <w:rsid w:val="00290E29"/>
    <w:rsid w:val="0029560C"/>
    <w:rsid w:val="002960D2"/>
    <w:rsid w:val="00296F34"/>
    <w:rsid w:val="00297EA5"/>
    <w:rsid w:val="002A0128"/>
    <w:rsid w:val="002A52A3"/>
    <w:rsid w:val="002A55CF"/>
    <w:rsid w:val="002A7339"/>
    <w:rsid w:val="002A7FEC"/>
    <w:rsid w:val="002B01E8"/>
    <w:rsid w:val="002B02A8"/>
    <w:rsid w:val="002B188B"/>
    <w:rsid w:val="002B5F50"/>
    <w:rsid w:val="002B6591"/>
    <w:rsid w:val="002B69AD"/>
    <w:rsid w:val="002B710C"/>
    <w:rsid w:val="002B7F44"/>
    <w:rsid w:val="002C35EF"/>
    <w:rsid w:val="002C4A9B"/>
    <w:rsid w:val="002C60D3"/>
    <w:rsid w:val="002C703B"/>
    <w:rsid w:val="002D0441"/>
    <w:rsid w:val="002D4AAF"/>
    <w:rsid w:val="002D589C"/>
    <w:rsid w:val="002D664C"/>
    <w:rsid w:val="002E03A2"/>
    <w:rsid w:val="002E1096"/>
    <w:rsid w:val="002E3BBF"/>
    <w:rsid w:val="002E4B15"/>
    <w:rsid w:val="002E66DC"/>
    <w:rsid w:val="002E6D92"/>
    <w:rsid w:val="002F0DAD"/>
    <w:rsid w:val="002F2ED0"/>
    <w:rsid w:val="002F363D"/>
    <w:rsid w:val="002F54CF"/>
    <w:rsid w:val="002F7D46"/>
    <w:rsid w:val="003003E2"/>
    <w:rsid w:val="00303AC3"/>
    <w:rsid w:val="00305904"/>
    <w:rsid w:val="00305BC4"/>
    <w:rsid w:val="00305D6F"/>
    <w:rsid w:val="00310731"/>
    <w:rsid w:val="003116CE"/>
    <w:rsid w:val="003137C8"/>
    <w:rsid w:val="003205AB"/>
    <w:rsid w:val="00320666"/>
    <w:rsid w:val="003216A8"/>
    <w:rsid w:val="0032376E"/>
    <w:rsid w:val="00323B6B"/>
    <w:rsid w:val="00323F30"/>
    <w:rsid w:val="0032549F"/>
    <w:rsid w:val="00333023"/>
    <w:rsid w:val="00333C6B"/>
    <w:rsid w:val="0033519A"/>
    <w:rsid w:val="00344AAE"/>
    <w:rsid w:val="00345223"/>
    <w:rsid w:val="00345DA2"/>
    <w:rsid w:val="00350158"/>
    <w:rsid w:val="00350BB4"/>
    <w:rsid w:val="00350E20"/>
    <w:rsid w:val="00351C08"/>
    <w:rsid w:val="00353325"/>
    <w:rsid w:val="0035445F"/>
    <w:rsid w:val="00354F43"/>
    <w:rsid w:val="00355D60"/>
    <w:rsid w:val="00356713"/>
    <w:rsid w:val="00362A43"/>
    <w:rsid w:val="00365DA3"/>
    <w:rsid w:val="00365DB1"/>
    <w:rsid w:val="0037013E"/>
    <w:rsid w:val="003705CF"/>
    <w:rsid w:val="003734E5"/>
    <w:rsid w:val="00373CBB"/>
    <w:rsid w:val="00374F44"/>
    <w:rsid w:val="0037506D"/>
    <w:rsid w:val="00375167"/>
    <w:rsid w:val="00376BFC"/>
    <w:rsid w:val="00381D0E"/>
    <w:rsid w:val="00382418"/>
    <w:rsid w:val="00382AC3"/>
    <w:rsid w:val="0038323F"/>
    <w:rsid w:val="0038327A"/>
    <w:rsid w:val="00383762"/>
    <w:rsid w:val="003839F5"/>
    <w:rsid w:val="00383E5F"/>
    <w:rsid w:val="003847A6"/>
    <w:rsid w:val="003858D2"/>
    <w:rsid w:val="0038590C"/>
    <w:rsid w:val="00385E63"/>
    <w:rsid w:val="00386FDB"/>
    <w:rsid w:val="00390550"/>
    <w:rsid w:val="00391ED8"/>
    <w:rsid w:val="00392097"/>
    <w:rsid w:val="00392DAB"/>
    <w:rsid w:val="00393D20"/>
    <w:rsid w:val="00394535"/>
    <w:rsid w:val="00394D29"/>
    <w:rsid w:val="00396A5B"/>
    <w:rsid w:val="00396D99"/>
    <w:rsid w:val="00396DE3"/>
    <w:rsid w:val="003A6477"/>
    <w:rsid w:val="003B43A3"/>
    <w:rsid w:val="003B45D3"/>
    <w:rsid w:val="003B71BA"/>
    <w:rsid w:val="003C0194"/>
    <w:rsid w:val="003C03C1"/>
    <w:rsid w:val="003C3FE6"/>
    <w:rsid w:val="003C4A3D"/>
    <w:rsid w:val="003C5ED9"/>
    <w:rsid w:val="003C630B"/>
    <w:rsid w:val="003C670D"/>
    <w:rsid w:val="003C6AF4"/>
    <w:rsid w:val="003C782D"/>
    <w:rsid w:val="003D0862"/>
    <w:rsid w:val="003D0C3D"/>
    <w:rsid w:val="003D1C48"/>
    <w:rsid w:val="003D3048"/>
    <w:rsid w:val="003D46D9"/>
    <w:rsid w:val="003E06EA"/>
    <w:rsid w:val="003E1B43"/>
    <w:rsid w:val="003E35E2"/>
    <w:rsid w:val="003E375F"/>
    <w:rsid w:val="003E3DDD"/>
    <w:rsid w:val="003E51F3"/>
    <w:rsid w:val="003E597C"/>
    <w:rsid w:val="003E6AA1"/>
    <w:rsid w:val="003E75F7"/>
    <w:rsid w:val="003F098E"/>
    <w:rsid w:val="003F10B1"/>
    <w:rsid w:val="003F151E"/>
    <w:rsid w:val="003F3FCF"/>
    <w:rsid w:val="003F41F1"/>
    <w:rsid w:val="003F451E"/>
    <w:rsid w:val="00402C8B"/>
    <w:rsid w:val="00403F83"/>
    <w:rsid w:val="004041B5"/>
    <w:rsid w:val="004049C8"/>
    <w:rsid w:val="00404D9D"/>
    <w:rsid w:val="004109C4"/>
    <w:rsid w:val="004112FA"/>
    <w:rsid w:val="004119A6"/>
    <w:rsid w:val="00413223"/>
    <w:rsid w:val="00413B42"/>
    <w:rsid w:val="004151F9"/>
    <w:rsid w:val="00415368"/>
    <w:rsid w:val="00415A88"/>
    <w:rsid w:val="00415B78"/>
    <w:rsid w:val="00416B2A"/>
    <w:rsid w:val="00417216"/>
    <w:rsid w:val="0042090E"/>
    <w:rsid w:val="00420D27"/>
    <w:rsid w:val="00420E0C"/>
    <w:rsid w:val="0042123D"/>
    <w:rsid w:val="0042221C"/>
    <w:rsid w:val="004317BE"/>
    <w:rsid w:val="00431FB9"/>
    <w:rsid w:val="00433423"/>
    <w:rsid w:val="00433BB9"/>
    <w:rsid w:val="004354FF"/>
    <w:rsid w:val="00436D3E"/>
    <w:rsid w:val="0043735E"/>
    <w:rsid w:val="00437E3D"/>
    <w:rsid w:val="00440C89"/>
    <w:rsid w:val="004444EB"/>
    <w:rsid w:val="004448EF"/>
    <w:rsid w:val="00445DAF"/>
    <w:rsid w:val="00446BEC"/>
    <w:rsid w:val="00446E41"/>
    <w:rsid w:val="00447846"/>
    <w:rsid w:val="00447E1A"/>
    <w:rsid w:val="004523A2"/>
    <w:rsid w:val="00452980"/>
    <w:rsid w:val="00453FD6"/>
    <w:rsid w:val="00454CE7"/>
    <w:rsid w:val="00454DC3"/>
    <w:rsid w:val="00455288"/>
    <w:rsid w:val="004556AC"/>
    <w:rsid w:val="00455C57"/>
    <w:rsid w:val="00456F02"/>
    <w:rsid w:val="0045729A"/>
    <w:rsid w:val="00460C8F"/>
    <w:rsid w:val="004617A4"/>
    <w:rsid w:val="00461F15"/>
    <w:rsid w:val="0046380C"/>
    <w:rsid w:val="0046400D"/>
    <w:rsid w:val="00465C06"/>
    <w:rsid w:val="0046629C"/>
    <w:rsid w:val="00466DDD"/>
    <w:rsid w:val="00467BDE"/>
    <w:rsid w:val="00470E84"/>
    <w:rsid w:val="00471395"/>
    <w:rsid w:val="0047207F"/>
    <w:rsid w:val="00472939"/>
    <w:rsid w:val="00473591"/>
    <w:rsid w:val="004759CA"/>
    <w:rsid w:val="00477637"/>
    <w:rsid w:val="00480A7C"/>
    <w:rsid w:val="00480BA7"/>
    <w:rsid w:val="00481679"/>
    <w:rsid w:val="004831C2"/>
    <w:rsid w:val="00485FC6"/>
    <w:rsid w:val="0049136A"/>
    <w:rsid w:val="00491C4C"/>
    <w:rsid w:val="0049221C"/>
    <w:rsid w:val="0049463E"/>
    <w:rsid w:val="00494F27"/>
    <w:rsid w:val="004969FF"/>
    <w:rsid w:val="004A0395"/>
    <w:rsid w:val="004A09AC"/>
    <w:rsid w:val="004A58AE"/>
    <w:rsid w:val="004A76AA"/>
    <w:rsid w:val="004A77FF"/>
    <w:rsid w:val="004B077C"/>
    <w:rsid w:val="004B1497"/>
    <w:rsid w:val="004B2317"/>
    <w:rsid w:val="004B2B94"/>
    <w:rsid w:val="004B3B8E"/>
    <w:rsid w:val="004B4115"/>
    <w:rsid w:val="004B479F"/>
    <w:rsid w:val="004B49E1"/>
    <w:rsid w:val="004C41D9"/>
    <w:rsid w:val="004C45B9"/>
    <w:rsid w:val="004C4AE0"/>
    <w:rsid w:val="004C71C0"/>
    <w:rsid w:val="004C741F"/>
    <w:rsid w:val="004D1623"/>
    <w:rsid w:val="004D2AED"/>
    <w:rsid w:val="004D3194"/>
    <w:rsid w:val="004D3225"/>
    <w:rsid w:val="004D3C28"/>
    <w:rsid w:val="004D3F88"/>
    <w:rsid w:val="004D5701"/>
    <w:rsid w:val="004D5D66"/>
    <w:rsid w:val="004D7A13"/>
    <w:rsid w:val="004D7DBD"/>
    <w:rsid w:val="004E0146"/>
    <w:rsid w:val="004E188E"/>
    <w:rsid w:val="004E656B"/>
    <w:rsid w:val="004E7858"/>
    <w:rsid w:val="004F1E98"/>
    <w:rsid w:val="004F710C"/>
    <w:rsid w:val="005003D7"/>
    <w:rsid w:val="00500DAF"/>
    <w:rsid w:val="00501CB8"/>
    <w:rsid w:val="00502A59"/>
    <w:rsid w:val="00504DF3"/>
    <w:rsid w:val="00505FAB"/>
    <w:rsid w:val="00507952"/>
    <w:rsid w:val="005104D0"/>
    <w:rsid w:val="00510FE9"/>
    <w:rsid w:val="005114E7"/>
    <w:rsid w:val="005118DB"/>
    <w:rsid w:val="00512AE5"/>
    <w:rsid w:val="0051306D"/>
    <w:rsid w:val="00513361"/>
    <w:rsid w:val="00515AA6"/>
    <w:rsid w:val="00515EFC"/>
    <w:rsid w:val="0051636D"/>
    <w:rsid w:val="005173E3"/>
    <w:rsid w:val="0052102E"/>
    <w:rsid w:val="0052192C"/>
    <w:rsid w:val="00526370"/>
    <w:rsid w:val="00531537"/>
    <w:rsid w:val="00532BD6"/>
    <w:rsid w:val="00534AF7"/>
    <w:rsid w:val="005351A1"/>
    <w:rsid w:val="00536BCA"/>
    <w:rsid w:val="005405D5"/>
    <w:rsid w:val="00543122"/>
    <w:rsid w:val="00544B58"/>
    <w:rsid w:val="005450AC"/>
    <w:rsid w:val="00545425"/>
    <w:rsid w:val="005519FC"/>
    <w:rsid w:val="00553836"/>
    <w:rsid w:val="00553F4A"/>
    <w:rsid w:val="005540A4"/>
    <w:rsid w:val="00555B40"/>
    <w:rsid w:val="00555B4A"/>
    <w:rsid w:val="00556E4B"/>
    <w:rsid w:val="005627B8"/>
    <w:rsid w:val="00562B60"/>
    <w:rsid w:val="00564263"/>
    <w:rsid w:val="00565ADA"/>
    <w:rsid w:val="00571D99"/>
    <w:rsid w:val="00572468"/>
    <w:rsid w:val="0057362C"/>
    <w:rsid w:val="005747D3"/>
    <w:rsid w:val="00575C7B"/>
    <w:rsid w:val="00575E39"/>
    <w:rsid w:val="005761E5"/>
    <w:rsid w:val="005767E9"/>
    <w:rsid w:val="005808BB"/>
    <w:rsid w:val="00582A80"/>
    <w:rsid w:val="00582AC0"/>
    <w:rsid w:val="00583D0E"/>
    <w:rsid w:val="0058570B"/>
    <w:rsid w:val="0058661A"/>
    <w:rsid w:val="00590F82"/>
    <w:rsid w:val="00593444"/>
    <w:rsid w:val="00593557"/>
    <w:rsid w:val="005A0046"/>
    <w:rsid w:val="005A1118"/>
    <w:rsid w:val="005A1A44"/>
    <w:rsid w:val="005A1B8C"/>
    <w:rsid w:val="005A2F79"/>
    <w:rsid w:val="005A5866"/>
    <w:rsid w:val="005A631B"/>
    <w:rsid w:val="005A66A3"/>
    <w:rsid w:val="005A68B3"/>
    <w:rsid w:val="005A7296"/>
    <w:rsid w:val="005A7E27"/>
    <w:rsid w:val="005B0304"/>
    <w:rsid w:val="005B0345"/>
    <w:rsid w:val="005B1A5E"/>
    <w:rsid w:val="005B2DDA"/>
    <w:rsid w:val="005B4685"/>
    <w:rsid w:val="005B536F"/>
    <w:rsid w:val="005B565B"/>
    <w:rsid w:val="005B7144"/>
    <w:rsid w:val="005C02E2"/>
    <w:rsid w:val="005C0347"/>
    <w:rsid w:val="005C0DA4"/>
    <w:rsid w:val="005C192D"/>
    <w:rsid w:val="005C436F"/>
    <w:rsid w:val="005C5AA9"/>
    <w:rsid w:val="005C7731"/>
    <w:rsid w:val="005D13A3"/>
    <w:rsid w:val="005D4630"/>
    <w:rsid w:val="005D4C6D"/>
    <w:rsid w:val="005E1BFB"/>
    <w:rsid w:val="005E3630"/>
    <w:rsid w:val="005E39C7"/>
    <w:rsid w:val="005E4377"/>
    <w:rsid w:val="005F039F"/>
    <w:rsid w:val="005F04AC"/>
    <w:rsid w:val="005F117D"/>
    <w:rsid w:val="005F1248"/>
    <w:rsid w:val="005F2838"/>
    <w:rsid w:val="005F4573"/>
    <w:rsid w:val="005F5732"/>
    <w:rsid w:val="006002F2"/>
    <w:rsid w:val="00600C51"/>
    <w:rsid w:val="00601990"/>
    <w:rsid w:val="00604204"/>
    <w:rsid w:val="0060496D"/>
    <w:rsid w:val="00605254"/>
    <w:rsid w:val="006058E5"/>
    <w:rsid w:val="00607361"/>
    <w:rsid w:val="0060764D"/>
    <w:rsid w:val="00610EE6"/>
    <w:rsid w:val="00611F7D"/>
    <w:rsid w:val="00614711"/>
    <w:rsid w:val="00615494"/>
    <w:rsid w:val="00616550"/>
    <w:rsid w:val="0061695F"/>
    <w:rsid w:val="00617879"/>
    <w:rsid w:val="00622173"/>
    <w:rsid w:val="006230FC"/>
    <w:rsid w:val="006265C6"/>
    <w:rsid w:val="006327B7"/>
    <w:rsid w:val="0063707E"/>
    <w:rsid w:val="006377AB"/>
    <w:rsid w:val="00640436"/>
    <w:rsid w:val="00640D95"/>
    <w:rsid w:val="006435B9"/>
    <w:rsid w:val="00643981"/>
    <w:rsid w:val="0064763E"/>
    <w:rsid w:val="00650001"/>
    <w:rsid w:val="00651044"/>
    <w:rsid w:val="00651330"/>
    <w:rsid w:val="00652719"/>
    <w:rsid w:val="006559F7"/>
    <w:rsid w:val="00656BB9"/>
    <w:rsid w:val="00657237"/>
    <w:rsid w:val="006622BA"/>
    <w:rsid w:val="00663CB5"/>
    <w:rsid w:val="0066499F"/>
    <w:rsid w:val="006658D6"/>
    <w:rsid w:val="00667116"/>
    <w:rsid w:val="006717BD"/>
    <w:rsid w:val="00671D85"/>
    <w:rsid w:val="00672319"/>
    <w:rsid w:val="006726C8"/>
    <w:rsid w:val="00672E9D"/>
    <w:rsid w:val="00674276"/>
    <w:rsid w:val="00674B6B"/>
    <w:rsid w:val="00674BC9"/>
    <w:rsid w:val="006753F8"/>
    <w:rsid w:val="00675754"/>
    <w:rsid w:val="00675FE2"/>
    <w:rsid w:val="00683E2A"/>
    <w:rsid w:val="00684A60"/>
    <w:rsid w:val="0068525C"/>
    <w:rsid w:val="00686252"/>
    <w:rsid w:val="00687A07"/>
    <w:rsid w:val="00690986"/>
    <w:rsid w:val="006916E6"/>
    <w:rsid w:val="006930B0"/>
    <w:rsid w:val="00693830"/>
    <w:rsid w:val="00693ADA"/>
    <w:rsid w:val="00693D07"/>
    <w:rsid w:val="00696470"/>
    <w:rsid w:val="00696593"/>
    <w:rsid w:val="006A1279"/>
    <w:rsid w:val="006A16CB"/>
    <w:rsid w:val="006A4F3A"/>
    <w:rsid w:val="006A51BE"/>
    <w:rsid w:val="006A6F54"/>
    <w:rsid w:val="006B1599"/>
    <w:rsid w:val="006B4E72"/>
    <w:rsid w:val="006B57AE"/>
    <w:rsid w:val="006B5DDC"/>
    <w:rsid w:val="006B5F76"/>
    <w:rsid w:val="006B637F"/>
    <w:rsid w:val="006C0EC7"/>
    <w:rsid w:val="006C0F09"/>
    <w:rsid w:val="006C109F"/>
    <w:rsid w:val="006C3CB2"/>
    <w:rsid w:val="006C5E2C"/>
    <w:rsid w:val="006C788E"/>
    <w:rsid w:val="006D5CA1"/>
    <w:rsid w:val="006D62F0"/>
    <w:rsid w:val="006E0B96"/>
    <w:rsid w:val="006E436E"/>
    <w:rsid w:val="006E4556"/>
    <w:rsid w:val="006F0553"/>
    <w:rsid w:val="006F074B"/>
    <w:rsid w:val="006F2E01"/>
    <w:rsid w:val="006F3E8A"/>
    <w:rsid w:val="006F47D8"/>
    <w:rsid w:val="006F50AF"/>
    <w:rsid w:val="006F5CF4"/>
    <w:rsid w:val="006F60A6"/>
    <w:rsid w:val="006F6514"/>
    <w:rsid w:val="006F677C"/>
    <w:rsid w:val="006F67DE"/>
    <w:rsid w:val="006F710D"/>
    <w:rsid w:val="006F7157"/>
    <w:rsid w:val="006F7674"/>
    <w:rsid w:val="00703250"/>
    <w:rsid w:val="0070592C"/>
    <w:rsid w:val="00706123"/>
    <w:rsid w:val="00707339"/>
    <w:rsid w:val="007103EC"/>
    <w:rsid w:val="00711017"/>
    <w:rsid w:val="00713F48"/>
    <w:rsid w:val="00714235"/>
    <w:rsid w:val="00720A09"/>
    <w:rsid w:val="00724469"/>
    <w:rsid w:val="0072522A"/>
    <w:rsid w:val="00726840"/>
    <w:rsid w:val="00726D6E"/>
    <w:rsid w:val="00733883"/>
    <w:rsid w:val="00734492"/>
    <w:rsid w:val="00734DE1"/>
    <w:rsid w:val="00735DCC"/>
    <w:rsid w:val="007364C7"/>
    <w:rsid w:val="00737A93"/>
    <w:rsid w:val="00741B23"/>
    <w:rsid w:val="007425BC"/>
    <w:rsid w:val="007439DE"/>
    <w:rsid w:val="00745A0F"/>
    <w:rsid w:val="007462A1"/>
    <w:rsid w:val="007474B4"/>
    <w:rsid w:val="00750142"/>
    <w:rsid w:val="007507F7"/>
    <w:rsid w:val="00750DF7"/>
    <w:rsid w:val="00752D97"/>
    <w:rsid w:val="00753025"/>
    <w:rsid w:val="00753CE3"/>
    <w:rsid w:val="007548C4"/>
    <w:rsid w:val="00755546"/>
    <w:rsid w:val="00757283"/>
    <w:rsid w:val="007603C8"/>
    <w:rsid w:val="0076076C"/>
    <w:rsid w:val="0076120C"/>
    <w:rsid w:val="00762946"/>
    <w:rsid w:val="00763242"/>
    <w:rsid w:val="007639EE"/>
    <w:rsid w:val="00763BAE"/>
    <w:rsid w:val="00764146"/>
    <w:rsid w:val="00765BE0"/>
    <w:rsid w:val="00771194"/>
    <w:rsid w:val="00772136"/>
    <w:rsid w:val="0077382E"/>
    <w:rsid w:val="00773B8F"/>
    <w:rsid w:val="0077494D"/>
    <w:rsid w:val="0077526D"/>
    <w:rsid w:val="00776AAF"/>
    <w:rsid w:val="007774AA"/>
    <w:rsid w:val="007808F4"/>
    <w:rsid w:val="0078112D"/>
    <w:rsid w:val="007824E2"/>
    <w:rsid w:val="007839F0"/>
    <w:rsid w:val="007848CF"/>
    <w:rsid w:val="00784E22"/>
    <w:rsid w:val="00785441"/>
    <w:rsid w:val="00785547"/>
    <w:rsid w:val="007859AF"/>
    <w:rsid w:val="00785C5E"/>
    <w:rsid w:val="00786FDC"/>
    <w:rsid w:val="00792C04"/>
    <w:rsid w:val="00792FCF"/>
    <w:rsid w:val="00797723"/>
    <w:rsid w:val="00797F23"/>
    <w:rsid w:val="007A2068"/>
    <w:rsid w:val="007A37BE"/>
    <w:rsid w:val="007A4C50"/>
    <w:rsid w:val="007A5BB1"/>
    <w:rsid w:val="007A7086"/>
    <w:rsid w:val="007B02D1"/>
    <w:rsid w:val="007B086B"/>
    <w:rsid w:val="007B1107"/>
    <w:rsid w:val="007B1693"/>
    <w:rsid w:val="007B22BB"/>
    <w:rsid w:val="007B32F0"/>
    <w:rsid w:val="007B40CE"/>
    <w:rsid w:val="007B45E8"/>
    <w:rsid w:val="007B63F1"/>
    <w:rsid w:val="007C1FE7"/>
    <w:rsid w:val="007C7369"/>
    <w:rsid w:val="007D09E8"/>
    <w:rsid w:val="007D1E9D"/>
    <w:rsid w:val="007D4AC6"/>
    <w:rsid w:val="007D4BB6"/>
    <w:rsid w:val="007D5FBF"/>
    <w:rsid w:val="007E18C6"/>
    <w:rsid w:val="007E1A98"/>
    <w:rsid w:val="007E4D8F"/>
    <w:rsid w:val="007E51B9"/>
    <w:rsid w:val="007E6217"/>
    <w:rsid w:val="007E6E5A"/>
    <w:rsid w:val="007F1610"/>
    <w:rsid w:val="007F1F33"/>
    <w:rsid w:val="007F411D"/>
    <w:rsid w:val="007F45A5"/>
    <w:rsid w:val="007F607C"/>
    <w:rsid w:val="007F6D91"/>
    <w:rsid w:val="007F7F43"/>
    <w:rsid w:val="00803AE5"/>
    <w:rsid w:val="00803BF6"/>
    <w:rsid w:val="008042B9"/>
    <w:rsid w:val="00804C7C"/>
    <w:rsid w:val="00805663"/>
    <w:rsid w:val="0080649F"/>
    <w:rsid w:val="0081041A"/>
    <w:rsid w:val="008139CF"/>
    <w:rsid w:val="0081713B"/>
    <w:rsid w:val="00823110"/>
    <w:rsid w:val="00823A31"/>
    <w:rsid w:val="008241CD"/>
    <w:rsid w:val="008242FD"/>
    <w:rsid w:val="00827270"/>
    <w:rsid w:val="00830575"/>
    <w:rsid w:val="008330D4"/>
    <w:rsid w:val="008408EC"/>
    <w:rsid w:val="008424F5"/>
    <w:rsid w:val="0084269F"/>
    <w:rsid w:val="00842B33"/>
    <w:rsid w:val="0084386A"/>
    <w:rsid w:val="00843D35"/>
    <w:rsid w:val="00844A31"/>
    <w:rsid w:val="008459F7"/>
    <w:rsid w:val="00852FCD"/>
    <w:rsid w:val="00853257"/>
    <w:rsid w:val="00853490"/>
    <w:rsid w:val="00853B35"/>
    <w:rsid w:val="00854B28"/>
    <w:rsid w:val="0085634F"/>
    <w:rsid w:val="00861969"/>
    <w:rsid w:val="00862A74"/>
    <w:rsid w:val="00862E5E"/>
    <w:rsid w:val="00867A5E"/>
    <w:rsid w:val="00867B53"/>
    <w:rsid w:val="008700D5"/>
    <w:rsid w:val="00871A0F"/>
    <w:rsid w:val="00871D44"/>
    <w:rsid w:val="00872206"/>
    <w:rsid w:val="0087584F"/>
    <w:rsid w:val="008762CC"/>
    <w:rsid w:val="00877EE9"/>
    <w:rsid w:val="00880F96"/>
    <w:rsid w:val="00883EAA"/>
    <w:rsid w:val="00885BF7"/>
    <w:rsid w:val="00885CB1"/>
    <w:rsid w:val="00887060"/>
    <w:rsid w:val="00887174"/>
    <w:rsid w:val="008872B3"/>
    <w:rsid w:val="008874F3"/>
    <w:rsid w:val="008914DE"/>
    <w:rsid w:val="00891F6B"/>
    <w:rsid w:val="0089251C"/>
    <w:rsid w:val="00893B4F"/>
    <w:rsid w:val="008949D9"/>
    <w:rsid w:val="00894D0F"/>
    <w:rsid w:val="00896213"/>
    <w:rsid w:val="0089669B"/>
    <w:rsid w:val="00896904"/>
    <w:rsid w:val="00896AC7"/>
    <w:rsid w:val="00897F50"/>
    <w:rsid w:val="008A0D55"/>
    <w:rsid w:val="008A1C48"/>
    <w:rsid w:val="008A4826"/>
    <w:rsid w:val="008A4E99"/>
    <w:rsid w:val="008A7E8F"/>
    <w:rsid w:val="008B0E7E"/>
    <w:rsid w:val="008B26C3"/>
    <w:rsid w:val="008B309C"/>
    <w:rsid w:val="008B706D"/>
    <w:rsid w:val="008B732F"/>
    <w:rsid w:val="008B75D3"/>
    <w:rsid w:val="008C0680"/>
    <w:rsid w:val="008C0E95"/>
    <w:rsid w:val="008C137C"/>
    <w:rsid w:val="008C1484"/>
    <w:rsid w:val="008C2706"/>
    <w:rsid w:val="008C31BB"/>
    <w:rsid w:val="008C3594"/>
    <w:rsid w:val="008C476F"/>
    <w:rsid w:val="008C6392"/>
    <w:rsid w:val="008D0F30"/>
    <w:rsid w:val="008D11AB"/>
    <w:rsid w:val="008D127B"/>
    <w:rsid w:val="008D189B"/>
    <w:rsid w:val="008D25E3"/>
    <w:rsid w:val="008D2883"/>
    <w:rsid w:val="008D4DE9"/>
    <w:rsid w:val="008D6E7B"/>
    <w:rsid w:val="008E1D83"/>
    <w:rsid w:val="008E3AD6"/>
    <w:rsid w:val="008E4999"/>
    <w:rsid w:val="008E69F2"/>
    <w:rsid w:val="008F0766"/>
    <w:rsid w:val="008F0806"/>
    <w:rsid w:val="008F08BA"/>
    <w:rsid w:val="008F24A2"/>
    <w:rsid w:val="008F2DA4"/>
    <w:rsid w:val="008F3024"/>
    <w:rsid w:val="008F5F8D"/>
    <w:rsid w:val="00900735"/>
    <w:rsid w:val="0090307A"/>
    <w:rsid w:val="00903456"/>
    <w:rsid w:val="00904C73"/>
    <w:rsid w:val="009053A6"/>
    <w:rsid w:val="0090672D"/>
    <w:rsid w:val="009108F8"/>
    <w:rsid w:val="0091192B"/>
    <w:rsid w:val="009121BD"/>
    <w:rsid w:val="00912EEB"/>
    <w:rsid w:val="00913ACB"/>
    <w:rsid w:val="00915110"/>
    <w:rsid w:val="009171C5"/>
    <w:rsid w:val="00917F66"/>
    <w:rsid w:val="00922687"/>
    <w:rsid w:val="00923080"/>
    <w:rsid w:val="009231B9"/>
    <w:rsid w:val="009250E3"/>
    <w:rsid w:val="00925AEF"/>
    <w:rsid w:val="009261C3"/>
    <w:rsid w:val="009265A5"/>
    <w:rsid w:val="009268E3"/>
    <w:rsid w:val="00931F43"/>
    <w:rsid w:val="009323BE"/>
    <w:rsid w:val="009326C9"/>
    <w:rsid w:val="00932820"/>
    <w:rsid w:val="00933024"/>
    <w:rsid w:val="00933C50"/>
    <w:rsid w:val="00934433"/>
    <w:rsid w:val="00934C1F"/>
    <w:rsid w:val="00934C87"/>
    <w:rsid w:val="00935B5E"/>
    <w:rsid w:val="0093610F"/>
    <w:rsid w:val="00936817"/>
    <w:rsid w:val="009375DF"/>
    <w:rsid w:val="00940AFB"/>
    <w:rsid w:val="009421C7"/>
    <w:rsid w:val="009423AB"/>
    <w:rsid w:val="0094432F"/>
    <w:rsid w:val="009448DC"/>
    <w:rsid w:val="00946C27"/>
    <w:rsid w:val="009475FB"/>
    <w:rsid w:val="009508CC"/>
    <w:rsid w:val="0095135D"/>
    <w:rsid w:val="009525CF"/>
    <w:rsid w:val="009526EA"/>
    <w:rsid w:val="00953297"/>
    <w:rsid w:val="009536B4"/>
    <w:rsid w:val="009550D9"/>
    <w:rsid w:val="009569D2"/>
    <w:rsid w:val="00956BCF"/>
    <w:rsid w:val="00957B9C"/>
    <w:rsid w:val="00957BFF"/>
    <w:rsid w:val="00961198"/>
    <w:rsid w:val="009632BB"/>
    <w:rsid w:val="00964D23"/>
    <w:rsid w:val="00965E8E"/>
    <w:rsid w:val="0096714D"/>
    <w:rsid w:val="00971D9B"/>
    <w:rsid w:val="00971F58"/>
    <w:rsid w:val="00974F07"/>
    <w:rsid w:val="009757A0"/>
    <w:rsid w:val="00975AFA"/>
    <w:rsid w:val="009778B8"/>
    <w:rsid w:val="009826D6"/>
    <w:rsid w:val="00984429"/>
    <w:rsid w:val="0098504A"/>
    <w:rsid w:val="00987678"/>
    <w:rsid w:val="009904F3"/>
    <w:rsid w:val="00991460"/>
    <w:rsid w:val="00991B5D"/>
    <w:rsid w:val="00991EE5"/>
    <w:rsid w:val="00993275"/>
    <w:rsid w:val="009932AC"/>
    <w:rsid w:val="00993754"/>
    <w:rsid w:val="00994621"/>
    <w:rsid w:val="00994FC2"/>
    <w:rsid w:val="00996A7F"/>
    <w:rsid w:val="00997C96"/>
    <w:rsid w:val="009A2114"/>
    <w:rsid w:val="009A26E9"/>
    <w:rsid w:val="009A29A8"/>
    <w:rsid w:val="009A3709"/>
    <w:rsid w:val="009A3E42"/>
    <w:rsid w:val="009A7007"/>
    <w:rsid w:val="009A71D6"/>
    <w:rsid w:val="009A7E0F"/>
    <w:rsid w:val="009A7F27"/>
    <w:rsid w:val="009B33E6"/>
    <w:rsid w:val="009B3C51"/>
    <w:rsid w:val="009B3EE8"/>
    <w:rsid w:val="009B58BB"/>
    <w:rsid w:val="009C0952"/>
    <w:rsid w:val="009C23BE"/>
    <w:rsid w:val="009C466B"/>
    <w:rsid w:val="009C64B2"/>
    <w:rsid w:val="009D05A5"/>
    <w:rsid w:val="009D2C62"/>
    <w:rsid w:val="009D304D"/>
    <w:rsid w:val="009E04F8"/>
    <w:rsid w:val="009E0BCA"/>
    <w:rsid w:val="009E0D9F"/>
    <w:rsid w:val="009E0F87"/>
    <w:rsid w:val="009E195D"/>
    <w:rsid w:val="009E1A75"/>
    <w:rsid w:val="009E30F0"/>
    <w:rsid w:val="009E48DA"/>
    <w:rsid w:val="009E51B9"/>
    <w:rsid w:val="009F071B"/>
    <w:rsid w:val="009F15C9"/>
    <w:rsid w:val="009F2FC0"/>
    <w:rsid w:val="009F50E7"/>
    <w:rsid w:val="009F620C"/>
    <w:rsid w:val="009F696A"/>
    <w:rsid w:val="009F6D5C"/>
    <w:rsid w:val="009F7F89"/>
    <w:rsid w:val="009F7FF0"/>
    <w:rsid w:val="00A03A4B"/>
    <w:rsid w:val="00A06D5C"/>
    <w:rsid w:val="00A07993"/>
    <w:rsid w:val="00A10045"/>
    <w:rsid w:val="00A1040D"/>
    <w:rsid w:val="00A1075B"/>
    <w:rsid w:val="00A109F9"/>
    <w:rsid w:val="00A11ED2"/>
    <w:rsid w:val="00A14096"/>
    <w:rsid w:val="00A14177"/>
    <w:rsid w:val="00A14264"/>
    <w:rsid w:val="00A143EC"/>
    <w:rsid w:val="00A152C3"/>
    <w:rsid w:val="00A15BA4"/>
    <w:rsid w:val="00A16567"/>
    <w:rsid w:val="00A17BC0"/>
    <w:rsid w:val="00A21F0A"/>
    <w:rsid w:val="00A22656"/>
    <w:rsid w:val="00A24A02"/>
    <w:rsid w:val="00A263C5"/>
    <w:rsid w:val="00A30969"/>
    <w:rsid w:val="00A3206C"/>
    <w:rsid w:val="00A33C4C"/>
    <w:rsid w:val="00A373CF"/>
    <w:rsid w:val="00A41660"/>
    <w:rsid w:val="00A4484D"/>
    <w:rsid w:val="00A45410"/>
    <w:rsid w:val="00A4541F"/>
    <w:rsid w:val="00A45878"/>
    <w:rsid w:val="00A46EEF"/>
    <w:rsid w:val="00A4738C"/>
    <w:rsid w:val="00A47EA7"/>
    <w:rsid w:val="00A5111E"/>
    <w:rsid w:val="00A51132"/>
    <w:rsid w:val="00A532E6"/>
    <w:rsid w:val="00A538D3"/>
    <w:rsid w:val="00A55871"/>
    <w:rsid w:val="00A57E97"/>
    <w:rsid w:val="00A62E4A"/>
    <w:rsid w:val="00A62EB6"/>
    <w:rsid w:val="00A64708"/>
    <w:rsid w:val="00A66DC7"/>
    <w:rsid w:val="00A67BCB"/>
    <w:rsid w:val="00A70980"/>
    <w:rsid w:val="00A717BD"/>
    <w:rsid w:val="00A72187"/>
    <w:rsid w:val="00A75A58"/>
    <w:rsid w:val="00A75C2E"/>
    <w:rsid w:val="00A80F74"/>
    <w:rsid w:val="00A845B9"/>
    <w:rsid w:val="00A84BB7"/>
    <w:rsid w:val="00A85C84"/>
    <w:rsid w:val="00A86180"/>
    <w:rsid w:val="00A875D7"/>
    <w:rsid w:val="00A91BFC"/>
    <w:rsid w:val="00A92763"/>
    <w:rsid w:val="00A93485"/>
    <w:rsid w:val="00A941A0"/>
    <w:rsid w:val="00A94F43"/>
    <w:rsid w:val="00A95961"/>
    <w:rsid w:val="00A9758F"/>
    <w:rsid w:val="00A97943"/>
    <w:rsid w:val="00A97BB4"/>
    <w:rsid w:val="00AA0262"/>
    <w:rsid w:val="00AA118A"/>
    <w:rsid w:val="00AA3D41"/>
    <w:rsid w:val="00AA6367"/>
    <w:rsid w:val="00AA6E50"/>
    <w:rsid w:val="00AB25E7"/>
    <w:rsid w:val="00AB50D1"/>
    <w:rsid w:val="00AB5479"/>
    <w:rsid w:val="00AB6C0A"/>
    <w:rsid w:val="00AB7905"/>
    <w:rsid w:val="00AC1D5C"/>
    <w:rsid w:val="00AC227B"/>
    <w:rsid w:val="00AC27D5"/>
    <w:rsid w:val="00AC2B10"/>
    <w:rsid w:val="00AC2D1C"/>
    <w:rsid w:val="00AC36FF"/>
    <w:rsid w:val="00AC3E87"/>
    <w:rsid w:val="00AC63F0"/>
    <w:rsid w:val="00AC6A7D"/>
    <w:rsid w:val="00AD0992"/>
    <w:rsid w:val="00AD14CA"/>
    <w:rsid w:val="00AD1885"/>
    <w:rsid w:val="00AD5DD2"/>
    <w:rsid w:val="00AD6BE4"/>
    <w:rsid w:val="00AE1F3B"/>
    <w:rsid w:val="00AE2198"/>
    <w:rsid w:val="00AE41CE"/>
    <w:rsid w:val="00AE4ABA"/>
    <w:rsid w:val="00AE65EC"/>
    <w:rsid w:val="00AE67BC"/>
    <w:rsid w:val="00AF0171"/>
    <w:rsid w:val="00AF041E"/>
    <w:rsid w:val="00AF0741"/>
    <w:rsid w:val="00AF3548"/>
    <w:rsid w:val="00AF3C1F"/>
    <w:rsid w:val="00AF7191"/>
    <w:rsid w:val="00AF737D"/>
    <w:rsid w:val="00B009AF"/>
    <w:rsid w:val="00B01765"/>
    <w:rsid w:val="00B01B69"/>
    <w:rsid w:val="00B035AD"/>
    <w:rsid w:val="00B04810"/>
    <w:rsid w:val="00B051AA"/>
    <w:rsid w:val="00B066F0"/>
    <w:rsid w:val="00B104A7"/>
    <w:rsid w:val="00B1101F"/>
    <w:rsid w:val="00B110BD"/>
    <w:rsid w:val="00B1260D"/>
    <w:rsid w:val="00B13CCF"/>
    <w:rsid w:val="00B143A9"/>
    <w:rsid w:val="00B14D27"/>
    <w:rsid w:val="00B15901"/>
    <w:rsid w:val="00B16AB7"/>
    <w:rsid w:val="00B17866"/>
    <w:rsid w:val="00B178BC"/>
    <w:rsid w:val="00B20120"/>
    <w:rsid w:val="00B20176"/>
    <w:rsid w:val="00B21A50"/>
    <w:rsid w:val="00B23FB3"/>
    <w:rsid w:val="00B24D00"/>
    <w:rsid w:val="00B26051"/>
    <w:rsid w:val="00B26305"/>
    <w:rsid w:val="00B263DC"/>
    <w:rsid w:val="00B2732D"/>
    <w:rsid w:val="00B273E3"/>
    <w:rsid w:val="00B310EA"/>
    <w:rsid w:val="00B31884"/>
    <w:rsid w:val="00B32802"/>
    <w:rsid w:val="00B33DFE"/>
    <w:rsid w:val="00B33E87"/>
    <w:rsid w:val="00B34890"/>
    <w:rsid w:val="00B362C1"/>
    <w:rsid w:val="00B3725B"/>
    <w:rsid w:val="00B37AD5"/>
    <w:rsid w:val="00B412BC"/>
    <w:rsid w:val="00B425B1"/>
    <w:rsid w:val="00B427F9"/>
    <w:rsid w:val="00B44102"/>
    <w:rsid w:val="00B50AD4"/>
    <w:rsid w:val="00B52344"/>
    <w:rsid w:val="00B52BA6"/>
    <w:rsid w:val="00B53450"/>
    <w:rsid w:val="00B54A52"/>
    <w:rsid w:val="00B5632B"/>
    <w:rsid w:val="00B57965"/>
    <w:rsid w:val="00B60366"/>
    <w:rsid w:val="00B60763"/>
    <w:rsid w:val="00B621E3"/>
    <w:rsid w:val="00B63F90"/>
    <w:rsid w:val="00B64BE1"/>
    <w:rsid w:val="00B65044"/>
    <w:rsid w:val="00B6661C"/>
    <w:rsid w:val="00B727FE"/>
    <w:rsid w:val="00B74C7A"/>
    <w:rsid w:val="00B770D9"/>
    <w:rsid w:val="00B77232"/>
    <w:rsid w:val="00B80585"/>
    <w:rsid w:val="00B80B7B"/>
    <w:rsid w:val="00B82B91"/>
    <w:rsid w:val="00B836E3"/>
    <w:rsid w:val="00B83BE6"/>
    <w:rsid w:val="00B843A4"/>
    <w:rsid w:val="00B8695F"/>
    <w:rsid w:val="00B872AA"/>
    <w:rsid w:val="00B92362"/>
    <w:rsid w:val="00B92B2C"/>
    <w:rsid w:val="00B9319E"/>
    <w:rsid w:val="00B93618"/>
    <w:rsid w:val="00B93E83"/>
    <w:rsid w:val="00B9582D"/>
    <w:rsid w:val="00B96B86"/>
    <w:rsid w:val="00BA0CB2"/>
    <w:rsid w:val="00BA170E"/>
    <w:rsid w:val="00BA20A5"/>
    <w:rsid w:val="00BA23BD"/>
    <w:rsid w:val="00BA26BB"/>
    <w:rsid w:val="00BA4EEA"/>
    <w:rsid w:val="00BA69B9"/>
    <w:rsid w:val="00BA73A8"/>
    <w:rsid w:val="00BA7C21"/>
    <w:rsid w:val="00BB1182"/>
    <w:rsid w:val="00BB17AB"/>
    <w:rsid w:val="00BB1BFF"/>
    <w:rsid w:val="00BB22AB"/>
    <w:rsid w:val="00BB49DB"/>
    <w:rsid w:val="00BB49FE"/>
    <w:rsid w:val="00BB4E59"/>
    <w:rsid w:val="00BB6452"/>
    <w:rsid w:val="00BB7C02"/>
    <w:rsid w:val="00BC1434"/>
    <w:rsid w:val="00BC38E4"/>
    <w:rsid w:val="00BC400D"/>
    <w:rsid w:val="00BC4743"/>
    <w:rsid w:val="00BC5B40"/>
    <w:rsid w:val="00BC5CC4"/>
    <w:rsid w:val="00BC69FB"/>
    <w:rsid w:val="00BD0871"/>
    <w:rsid w:val="00BD0886"/>
    <w:rsid w:val="00BD204F"/>
    <w:rsid w:val="00BD24C0"/>
    <w:rsid w:val="00BD26F1"/>
    <w:rsid w:val="00BD3472"/>
    <w:rsid w:val="00BD393C"/>
    <w:rsid w:val="00BD5053"/>
    <w:rsid w:val="00BD5F27"/>
    <w:rsid w:val="00BD6E44"/>
    <w:rsid w:val="00BD7AF2"/>
    <w:rsid w:val="00BE05D1"/>
    <w:rsid w:val="00BE05F2"/>
    <w:rsid w:val="00BE53A2"/>
    <w:rsid w:val="00BE6A04"/>
    <w:rsid w:val="00BF443E"/>
    <w:rsid w:val="00BF4BC4"/>
    <w:rsid w:val="00BF5FE8"/>
    <w:rsid w:val="00BF731B"/>
    <w:rsid w:val="00C008C2"/>
    <w:rsid w:val="00C0093F"/>
    <w:rsid w:val="00C01933"/>
    <w:rsid w:val="00C036DE"/>
    <w:rsid w:val="00C051C7"/>
    <w:rsid w:val="00C1011B"/>
    <w:rsid w:val="00C121A3"/>
    <w:rsid w:val="00C122F1"/>
    <w:rsid w:val="00C1587F"/>
    <w:rsid w:val="00C15AB3"/>
    <w:rsid w:val="00C17011"/>
    <w:rsid w:val="00C202DF"/>
    <w:rsid w:val="00C207C7"/>
    <w:rsid w:val="00C2094A"/>
    <w:rsid w:val="00C211BD"/>
    <w:rsid w:val="00C23331"/>
    <w:rsid w:val="00C2368B"/>
    <w:rsid w:val="00C24F22"/>
    <w:rsid w:val="00C25970"/>
    <w:rsid w:val="00C25FE3"/>
    <w:rsid w:val="00C2675A"/>
    <w:rsid w:val="00C27716"/>
    <w:rsid w:val="00C30708"/>
    <w:rsid w:val="00C31685"/>
    <w:rsid w:val="00C326A2"/>
    <w:rsid w:val="00C344B0"/>
    <w:rsid w:val="00C34686"/>
    <w:rsid w:val="00C35017"/>
    <w:rsid w:val="00C37032"/>
    <w:rsid w:val="00C41539"/>
    <w:rsid w:val="00C42070"/>
    <w:rsid w:val="00C42DCD"/>
    <w:rsid w:val="00C44C7C"/>
    <w:rsid w:val="00C46AF3"/>
    <w:rsid w:val="00C51D20"/>
    <w:rsid w:val="00C544EA"/>
    <w:rsid w:val="00C557ED"/>
    <w:rsid w:val="00C56893"/>
    <w:rsid w:val="00C57B27"/>
    <w:rsid w:val="00C57D58"/>
    <w:rsid w:val="00C603E6"/>
    <w:rsid w:val="00C6129C"/>
    <w:rsid w:val="00C6143F"/>
    <w:rsid w:val="00C61576"/>
    <w:rsid w:val="00C62504"/>
    <w:rsid w:val="00C6315A"/>
    <w:rsid w:val="00C63862"/>
    <w:rsid w:val="00C64959"/>
    <w:rsid w:val="00C659D5"/>
    <w:rsid w:val="00C66F17"/>
    <w:rsid w:val="00C6771B"/>
    <w:rsid w:val="00C714A3"/>
    <w:rsid w:val="00C71585"/>
    <w:rsid w:val="00C73372"/>
    <w:rsid w:val="00C736F9"/>
    <w:rsid w:val="00C742ED"/>
    <w:rsid w:val="00C75E40"/>
    <w:rsid w:val="00C77022"/>
    <w:rsid w:val="00C77151"/>
    <w:rsid w:val="00C77D73"/>
    <w:rsid w:val="00C77F6E"/>
    <w:rsid w:val="00C80CA2"/>
    <w:rsid w:val="00C82A5E"/>
    <w:rsid w:val="00C82C9E"/>
    <w:rsid w:val="00C91181"/>
    <w:rsid w:val="00C920C5"/>
    <w:rsid w:val="00C939C3"/>
    <w:rsid w:val="00C94A67"/>
    <w:rsid w:val="00C94B31"/>
    <w:rsid w:val="00C957FB"/>
    <w:rsid w:val="00C96389"/>
    <w:rsid w:val="00C9678E"/>
    <w:rsid w:val="00C97346"/>
    <w:rsid w:val="00CA28D7"/>
    <w:rsid w:val="00CA2F80"/>
    <w:rsid w:val="00CA4805"/>
    <w:rsid w:val="00CA5268"/>
    <w:rsid w:val="00CA5505"/>
    <w:rsid w:val="00CA5532"/>
    <w:rsid w:val="00CA59F9"/>
    <w:rsid w:val="00CA6AAA"/>
    <w:rsid w:val="00CA7FE3"/>
    <w:rsid w:val="00CB0AF1"/>
    <w:rsid w:val="00CB1DAD"/>
    <w:rsid w:val="00CB31FA"/>
    <w:rsid w:val="00CB38E8"/>
    <w:rsid w:val="00CB3E55"/>
    <w:rsid w:val="00CB4CE4"/>
    <w:rsid w:val="00CB5D94"/>
    <w:rsid w:val="00CC0856"/>
    <w:rsid w:val="00CC2CFB"/>
    <w:rsid w:val="00CC6727"/>
    <w:rsid w:val="00CC68AE"/>
    <w:rsid w:val="00CC7BD6"/>
    <w:rsid w:val="00CD0109"/>
    <w:rsid w:val="00CD0393"/>
    <w:rsid w:val="00CD3544"/>
    <w:rsid w:val="00CD3C5B"/>
    <w:rsid w:val="00CD3D63"/>
    <w:rsid w:val="00CD48F1"/>
    <w:rsid w:val="00CD4F24"/>
    <w:rsid w:val="00CD5B6D"/>
    <w:rsid w:val="00CE1087"/>
    <w:rsid w:val="00CE1F5E"/>
    <w:rsid w:val="00CE3108"/>
    <w:rsid w:val="00CE3150"/>
    <w:rsid w:val="00CE358B"/>
    <w:rsid w:val="00CE3E88"/>
    <w:rsid w:val="00CE4387"/>
    <w:rsid w:val="00CE5D57"/>
    <w:rsid w:val="00CE5ED3"/>
    <w:rsid w:val="00CE6D34"/>
    <w:rsid w:val="00CE7AC0"/>
    <w:rsid w:val="00CF0654"/>
    <w:rsid w:val="00CF0FA7"/>
    <w:rsid w:val="00CF17B9"/>
    <w:rsid w:val="00CF2751"/>
    <w:rsid w:val="00CF44B1"/>
    <w:rsid w:val="00CF4C0B"/>
    <w:rsid w:val="00CF50D5"/>
    <w:rsid w:val="00CF5704"/>
    <w:rsid w:val="00D01D36"/>
    <w:rsid w:val="00D054EA"/>
    <w:rsid w:val="00D072E0"/>
    <w:rsid w:val="00D1052B"/>
    <w:rsid w:val="00D110A0"/>
    <w:rsid w:val="00D112E1"/>
    <w:rsid w:val="00D11D29"/>
    <w:rsid w:val="00D11FD9"/>
    <w:rsid w:val="00D12003"/>
    <w:rsid w:val="00D127F8"/>
    <w:rsid w:val="00D14524"/>
    <w:rsid w:val="00D14BD7"/>
    <w:rsid w:val="00D158EF"/>
    <w:rsid w:val="00D15D77"/>
    <w:rsid w:val="00D203E6"/>
    <w:rsid w:val="00D231F7"/>
    <w:rsid w:val="00D234FE"/>
    <w:rsid w:val="00D279E7"/>
    <w:rsid w:val="00D309B3"/>
    <w:rsid w:val="00D30EBE"/>
    <w:rsid w:val="00D35BF5"/>
    <w:rsid w:val="00D36C3D"/>
    <w:rsid w:val="00D37E4F"/>
    <w:rsid w:val="00D40804"/>
    <w:rsid w:val="00D416D5"/>
    <w:rsid w:val="00D41FFA"/>
    <w:rsid w:val="00D422F0"/>
    <w:rsid w:val="00D4560F"/>
    <w:rsid w:val="00D51432"/>
    <w:rsid w:val="00D519A6"/>
    <w:rsid w:val="00D525E5"/>
    <w:rsid w:val="00D53ED3"/>
    <w:rsid w:val="00D54634"/>
    <w:rsid w:val="00D55CB9"/>
    <w:rsid w:val="00D569C6"/>
    <w:rsid w:val="00D572C5"/>
    <w:rsid w:val="00D61C7C"/>
    <w:rsid w:val="00D61DD3"/>
    <w:rsid w:val="00D63138"/>
    <w:rsid w:val="00D63232"/>
    <w:rsid w:val="00D65440"/>
    <w:rsid w:val="00D70CA6"/>
    <w:rsid w:val="00D71591"/>
    <w:rsid w:val="00D71C92"/>
    <w:rsid w:val="00D72A2F"/>
    <w:rsid w:val="00D72D69"/>
    <w:rsid w:val="00D76DDD"/>
    <w:rsid w:val="00D7730F"/>
    <w:rsid w:val="00D77BA2"/>
    <w:rsid w:val="00D77BA5"/>
    <w:rsid w:val="00D804C4"/>
    <w:rsid w:val="00D810AF"/>
    <w:rsid w:val="00D92D6B"/>
    <w:rsid w:val="00D94414"/>
    <w:rsid w:val="00D96382"/>
    <w:rsid w:val="00D96A60"/>
    <w:rsid w:val="00D979AA"/>
    <w:rsid w:val="00D97E53"/>
    <w:rsid w:val="00DA00DF"/>
    <w:rsid w:val="00DA0384"/>
    <w:rsid w:val="00DA1B5D"/>
    <w:rsid w:val="00DA1CCE"/>
    <w:rsid w:val="00DA2FC5"/>
    <w:rsid w:val="00DA4F0C"/>
    <w:rsid w:val="00DA54E4"/>
    <w:rsid w:val="00DA6177"/>
    <w:rsid w:val="00DA7433"/>
    <w:rsid w:val="00DA7DE4"/>
    <w:rsid w:val="00DB0147"/>
    <w:rsid w:val="00DB0E22"/>
    <w:rsid w:val="00DB1631"/>
    <w:rsid w:val="00DB2022"/>
    <w:rsid w:val="00DB3A4E"/>
    <w:rsid w:val="00DB5C09"/>
    <w:rsid w:val="00DB62C0"/>
    <w:rsid w:val="00DC0C4A"/>
    <w:rsid w:val="00DC1AD8"/>
    <w:rsid w:val="00DC240C"/>
    <w:rsid w:val="00DC2F02"/>
    <w:rsid w:val="00DC6182"/>
    <w:rsid w:val="00DD14CA"/>
    <w:rsid w:val="00DE2A7C"/>
    <w:rsid w:val="00DE33A8"/>
    <w:rsid w:val="00DE3A57"/>
    <w:rsid w:val="00DE403B"/>
    <w:rsid w:val="00DE657F"/>
    <w:rsid w:val="00DE6655"/>
    <w:rsid w:val="00DF11BE"/>
    <w:rsid w:val="00DF16B5"/>
    <w:rsid w:val="00DF3918"/>
    <w:rsid w:val="00DF41F4"/>
    <w:rsid w:val="00DF546A"/>
    <w:rsid w:val="00DF610F"/>
    <w:rsid w:val="00DF7D3C"/>
    <w:rsid w:val="00E0053C"/>
    <w:rsid w:val="00E01105"/>
    <w:rsid w:val="00E03287"/>
    <w:rsid w:val="00E04C6B"/>
    <w:rsid w:val="00E060D2"/>
    <w:rsid w:val="00E069CA"/>
    <w:rsid w:val="00E10A7D"/>
    <w:rsid w:val="00E10D3E"/>
    <w:rsid w:val="00E110DE"/>
    <w:rsid w:val="00E12B74"/>
    <w:rsid w:val="00E168DC"/>
    <w:rsid w:val="00E20D7B"/>
    <w:rsid w:val="00E21DBC"/>
    <w:rsid w:val="00E22A7B"/>
    <w:rsid w:val="00E232C0"/>
    <w:rsid w:val="00E2506A"/>
    <w:rsid w:val="00E2673B"/>
    <w:rsid w:val="00E27CE1"/>
    <w:rsid w:val="00E30CD4"/>
    <w:rsid w:val="00E3195B"/>
    <w:rsid w:val="00E3216F"/>
    <w:rsid w:val="00E325A0"/>
    <w:rsid w:val="00E34639"/>
    <w:rsid w:val="00E358BA"/>
    <w:rsid w:val="00E35A24"/>
    <w:rsid w:val="00E35BFE"/>
    <w:rsid w:val="00E36B3E"/>
    <w:rsid w:val="00E37769"/>
    <w:rsid w:val="00E40F49"/>
    <w:rsid w:val="00E42007"/>
    <w:rsid w:val="00E430A0"/>
    <w:rsid w:val="00E46821"/>
    <w:rsid w:val="00E46C2D"/>
    <w:rsid w:val="00E46DC4"/>
    <w:rsid w:val="00E54883"/>
    <w:rsid w:val="00E55CC3"/>
    <w:rsid w:val="00E568D9"/>
    <w:rsid w:val="00E56F8E"/>
    <w:rsid w:val="00E5725B"/>
    <w:rsid w:val="00E575EE"/>
    <w:rsid w:val="00E57C50"/>
    <w:rsid w:val="00E62718"/>
    <w:rsid w:val="00E64DEE"/>
    <w:rsid w:val="00E65C22"/>
    <w:rsid w:val="00E6743B"/>
    <w:rsid w:val="00E70C05"/>
    <w:rsid w:val="00E72C82"/>
    <w:rsid w:val="00E733D4"/>
    <w:rsid w:val="00E75550"/>
    <w:rsid w:val="00E75C15"/>
    <w:rsid w:val="00E76D96"/>
    <w:rsid w:val="00E77C69"/>
    <w:rsid w:val="00E81F46"/>
    <w:rsid w:val="00E83981"/>
    <w:rsid w:val="00E84852"/>
    <w:rsid w:val="00E85E7F"/>
    <w:rsid w:val="00E8617E"/>
    <w:rsid w:val="00E86FCF"/>
    <w:rsid w:val="00E877E1"/>
    <w:rsid w:val="00E8798C"/>
    <w:rsid w:val="00E90824"/>
    <w:rsid w:val="00E91568"/>
    <w:rsid w:val="00E91C4D"/>
    <w:rsid w:val="00E9251D"/>
    <w:rsid w:val="00E93A54"/>
    <w:rsid w:val="00E93C6A"/>
    <w:rsid w:val="00E93ED9"/>
    <w:rsid w:val="00E957BB"/>
    <w:rsid w:val="00E961F0"/>
    <w:rsid w:val="00E97421"/>
    <w:rsid w:val="00E975AD"/>
    <w:rsid w:val="00EA06C7"/>
    <w:rsid w:val="00EA0710"/>
    <w:rsid w:val="00EA1E63"/>
    <w:rsid w:val="00EA511A"/>
    <w:rsid w:val="00EA5969"/>
    <w:rsid w:val="00EA5C43"/>
    <w:rsid w:val="00EA5FC7"/>
    <w:rsid w:val="00EB1934"/>
    <w:rsid w:val="00EB2478"/>
    <w:rsid w:val="00EB2AF5"/>
    <w:rsid w:val="00EB396B"/>
    <w:rsid w:val="00EB5FE1"/>
    <w:rsid w:val="00EB77A8"/>
    <w:rsid w:val="00EC13DD"/>
    <w:rsid w:val="00EC29B5"/>
    <w:rsid w:val="00EC4D92"/>
    <w:rsid w:val="00EC5D72"/>
    <w:rsid w:val="00EC65B1"/>
    <w:rsid w:val="00EC6C13"/>
    <w:rsid w:val="00EC73A0"/>
    <w:rsid w:val="00ED184A"/>
    <w:rsid w:val="00ED1CF1"/>
    <w:rsid w:val="00ED2700"/>
    <w:rsid w:val="00ED43CF"/>
    <w:rsid w:val="00EE20C8"/>
    <w:rsid w:val="00EE2290"/>
    <w:rsid w:val="00EE26EE"/>
    <w:rsid w:val="00EE2C50"/>
    <w:rsid w:val="00EE410D"/>
    <w:rsid w:val="00EE4D2C"/>
    <w:rsid w:val="00EE4DFF"/>
    <w:rsid w:val="00EE6B4B"/>
    <w:rsid w:val="00EF04AD"/>
    <w:rsid w:val="00EF2244"/>
    <w:rsid w:val="00EF403D"/>
    <w:rsid w:val="00EF43AA"/>
    <w:rsid w:val="00EF4B6E"/>
    <w:rsid w:val="00F0031A"/>
    <w:rsid w:val="00F02D04"/>
    <w:rsid w:val="00F044C2"/>
    <w:rsid w:val="00F05BAE"/>
    <w:rsid w:val="00F05DD0"/>
    <w:rsid w:val="00F0685B"/>
    <w:rsid w:val="00F071FF"/>
    <w:rsid w:val="00F143CE"/>
    <w:rsid w:val="00F20E42"/>
    <w:rsid w:val="00F22579"/>
    <w:rsid w:val="00F24360"/>
    <w:rsid w:val="00F2556E"/>
    <w:rsid w:val="00F32489"/>
    <w:rsid w:val="00F33935"/>
    <w:rsid w:val="00F34A7F"/>
    <w:rsid w:val="00F35577"/>
    <w:rsid w:val="00F40A86"/>
    <w:rsid w:val="00F4281D"/>
    <w:rsid w:val="00F444A0"/>
    <w:rsid w:val="00F45668"/>
    <w:rsid w:val="00F46577"/>
    <w:rsid w:val="00F473CA"/>
    <w:rsid w:val="00F50637"/>
    <w:rsid w:val="00F5122F"/>
    <w:rsid w:val="00F54418"/>
    <w:rsid w:val="00F55606"/>
    <w:rsid w:val="00F55B31"/>
    <w:rsid w:val="00F55F82"/>
    <w:rsid w:val="00F564D8"/>
    <w:rsid w:val="00F567CB"/>
    <w:rsid w:val="00F5780F"/>
    <w:rsid w:val="00F60CBF"/>
    <w:rsid w:val="00F64487"/>
    <w:rsid w:val="00F6491D"/>
    <w:rsid w:val="00F65B55"/>
    <w:rsid w:val="00F65FEB"/>
    <w:rsid w:val="00F66855"/>
    <w:rsid w:val="00F67443"/>
    <w:rsid w:val="00F67BDC"/>
    <w:rsid w:val="00F70008"/>
    <w:rsid w:val="00F71697"/>
    <w:rsid w:val="00F72FE9"/>
    <w:rsid w:val="00F73AF9"/>
    <w:rsid w:val="00F74191"/>
    <w:rsid w:val="00F74E6F"/>
    <w:rsid w:val="00F7586D"/>
    <w:rsid w:val="00F764A5"/>
    <w:rsid w:val="00F77BBB"/>
    <w:rsid w:val="00F77C49"/>
    <w:rsid w:val="00F8047B"/>
    <w:rsid w:val="00F817FE"/>
    <w:rsid w:val="00F82D48"/>
    <w:rsid w:val="00F82F72"/>
    <w:rsid w:val="00F85BEF"/>
    <w:rsid w:val="00F86612"/>
    <w:rsid w:val="00F90297"/>
    <w:rsid w:val="00F91638"/>
    <w:rsid w:val="00F91B82"/>
    <w:rsid w:val="00F92184"/>
    <w:rsid w:val="00F9258A"/>
    <w:rsid w:val="00F93A51"/>
    <w:rsid w:val="00F94F7D"/>
    <w:rsid w:val="00F97FB8"/>
    <w:rsid w:val="00FA1568"/>
    <w:rsid w:val="00FA1EB9"/>
    <w:rsid w:val="00FA34F4"/>
    <w:rsid w:val="00FA3E54"/>
    <w:rsid w:val="00FA5C28"/>
    <w:rsid w:val="00FA6C9A"/>
    <w:rsid w:val="00FB000D"/>
    <w:rsid w:val="00FB1FB0"/>
    <w:rsid w:val="00FB3ABA"/>
    <w:rsid w:val="00FB3ABC"/>
    <w:rsid w:val="00FB59E6"/>
    <w:rsid w:val="00FB75B1"/>
    <w:rsid w:val="00FC20A9"/>
    <w:rsid w:val="00FC396A"/>
    <w:rsid w:val="00FC6AAE"/>
    <w:rsid w:val="00FC7556"/>
    <w:rsid w:val="00FD03E0"/>
    <w:rsid w:val="00FD0EC7"/>
    <w:rsid w:val="00FD2103"/>
    <w:rsid w:val="00FD3049"/>
    <w:rsid w:val="00FD397A"/>
    <w:rsid w:val="00FD5A56"/>
    <w:rsid w:val="00FD5B4D"/>
    <w:rsid w:val="00FD68DE"/>
    <w:rsid w:val="00FD71D1"/>
    <w:rsid w:val="00FE1489"/>
    <w:rsid w:val="00FE430E"/>
    <w:rsid w:val="00FE469A"/>
    <w:rsid w:val="00FE6024"/>
    <w:rsid w:val="00FF0892"/>
    <w:rsid w:val="00FF0ADA"/>
    <w:rsid w:val="00FF20D7"/>
    <w:rsid w:val="00FF36D5"/>
    <w:rsid w:val="00FF3FF9"/>
    <w:rsid w:val="00FF68EC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17230D"/>
    <w:pPr>
      <w:ind w:left="720"/>
      <w:contextualSpacing/>
    </w:pPr>
    <w:rPr>
      <w:rFonts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7230D"/>
    <w:pPr>
      <w:spacing w:after="0" w:line="240" w:lineRule="auto"/>
    </w:pPr>
    <w:rPr>
      <w:rFonts w:ascii="Tahoma" w:hAnsi="Tahoma" w:cs="Times New Roman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230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19F0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19F0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rsid w:val="00F764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764A5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64A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76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64A5"/>
    <w:rPr>
      <w:b/>
    </w:rPr>
  </w:style>
  <w:style w:type="paragraph" w:customStyle="1" w:styleId="Default">
    <w:name w:val="Default"/>
    <w:uiPriority w:val="99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/>
      <w:sz w:val="22"/>
    </w:rPr>
  </w:style>
  <w:style w:type="paragraph" w:customStyle="1" w:styleId="Char">
    <w:name w:val="Char"/>
    <w:basedOn w:val="Normal"/>
    <w:uiPriority w:val="99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Normal"/>
    <w:uiPriority w:val="99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/>
      <w:sz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Normal"/>
    <w:uiPriority w:val="99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uiPriority w:val="99"/>
    <w:locked/>
    <w:rsid w:val="002B7F44"/>
    <w:rPr>
      <w:sz w:val="22"/>
      <w:lang w:eastAsia="en-US"/>
    </w:rPr>
  </w:style>
  <w:style w:type="character" w:styleId="Hyperlink">
    <w:name w:val="Hyperlink"/>
    <w:basedOn w:val="DefaultParagraphFont"/>
    <w:uiPriority w:val="99"/>
    <w:rsid w:val="002B7F44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D054EA"/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54EA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054E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072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20726C"/>
    <w:rPr>
      <w:rFonts w:cs="Times New Roman"/>
      <w:b/>
    </w:rPr>
  </w:style>
  <w:style w:type="paragraph" w:styleId="NormalWeb">
    <w:name w:val="Normal (Web)"/>
    <w:basedOn w:val="Normal"/>
    <w:uiPriority w:val="99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uiPriority w:val="99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link w:val="NoSpacingChar"/>
    <w:uiPriority w:val="99"/>
    <w:qFormat/>
    <w:rsid w:val="00003856"/>
    <w:rPr>
      <w:rFonts w:eastAsia="MS Mincho" w:cs="Times New Roman"/>
      <w:lang w:val="en-US" w:eastAsia="ja-JP"/>
    </w:rPr>
  </w:style>
  <w:style w:type="character" w:customStyle="1" w:styleId="NoSpacingChar">
    <w:name w:val="No Spacing Char"/>
    <w:link w:val="NoSpacing"/>
    <w:uiPriority w:val="99"/>
    <w:locked/>
    <w:rsid w:val="00003856"/>
    <w:rPr>
      <w:rFonts w:eastAsia="MS Mincho"/>
      <w:sz w:val="22"/>
      <w:lang w:val="en-US" w:eastAsia="ja-JP"/>
    </w:rPr>
  </w:style>
  <w:style w:type="paragraph" w:styleId="Revision">
    <w:name w:val="Revision"/>
    <w:hidden/>
    <w:uiPriority w:val="99"/>
    <w:semiHidden/>
    <w:rsid w:val="00280E97"/>
    <w:rPr>
      <w:lang w:eastAsia="en-US"/>
    </w:rPr>
  </w:style>
  <w:style w:type="paragraph" w:customStyle="1" w:styleId="ColorfulList-Accent11">
    <w:name w:val="Colorful List - Accent 11"/>
    <w:basedOn w:val="Normal"/>
    <w:uiPriority w:val="99"/>
    <w:rsid w:val="007474B4"/>
    <w:pPr>
      <w:spacing w:after="160" w:line="259" w:lineRule="auto"/>
      <w:ind w:left="720"/>
      <w:contextualSpacing/>
    </w:pPr>
    <w:rPr>
      <w:rFonts w:cs="Times New Roman"/>
    </w:rPr>
  </w:style>
  <w:style w:type="character" w:customStyle="1" w:styleId="spelle">
    <w:name w:val="spelle"/>
    <w:basedOn w:val="DefaultParagraphFont"/>
    <w:uiPriority w:val="99"/>
    <w:rsid w:val="00BC38E4"/>
    <w:rPr>
      <w:rFonts w:cs="Times New Roman"/>
    </w:rPr>
  </w:style>
  <w:style w:type="character" w:customStyle="1" w:styleId="grame">
    <w:name w:val="grame"/>
    <w:basedOn w:val="DefaultParagraphFont"/>
    <w:uiPriority w:val="99"/>
    <w:rsid w:val="00BC38E4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B836E3"/>
    <w:pPr>
      <w:spacing w:before="120" w:after="12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836E3"/>
    <w:rPr>
      <w:rFonts w:ascii="Times New Roman" w:hAnsi="Times New Roman" w:cs="Times New Roman"/>
      <w:sz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CD03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0393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0654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5491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3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3097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2593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447</Words>
  <Characters>2553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за подбор за длъжност социален работник</dc:title>
  <dc:subject/>
  <dc:creator>Liliana L. Stefanova</dc:creator>
  <cp:keywords/>
  <dc:description/>
  <cp:lastModifiedBy>dilovski</cp:lastModifiedBy>
  <cp:revision>8</cp:revision>
  <cp:lastPrinted>2019-05-13T07:22:00Z</cp:lastPrinted>
  <dcterms:created xsi:type="dcterms:W3CDTF">2019-09-30T16:32:00Z</dcterms:created>
  <dcterms:modified xsi:type="dcterms:W3CDTF">2019-10-01T10:08:00Z</dcterms:modified>
</cp:coreProperties>
</file>